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16EF2" w14:textId="77777777" w:rsidR="006E5D65" w:rsidRPr="00183B36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="00D8678B" w:rsidRPr="00183B36">
        <w:rPr>
          <w:rFonts w:ascii="Corbel" w:hAnsi="Corbel"/>
          <w:bCs/>
          <w:i/>
        </w:rPr>
        <w:t xml:space="preserve">Załącznik nr </w:t>
      </w:r>
      <w:r w:rsidR="006F31E2" w:rsidRPr="00183B36">
        <w:rPr>
          <w:rFonts w:ascii="Corbel" w:hAnsi="Corbel"/>
          <w:bCs/>
          <w:i/>
        </w:rPr>
        <w:t>1.5</w:t>
      </w:r>
      <w:r w:rsidR="00D8678B" w:rsidRPr="00183B36">
        <w:rPr>
          <w:rFonts w:ascii="Corbel" w:hAnsi="Corbel"/>
          <w:bCs/>
          <w:i/>
        </w:rPr>
        <w:t xml:space="preserve"> do Zarządzenia</w:t>
      </w:r>
      <w:r w:rsidR="002A22BF" w:rsidRPr="00183B36">
        <w:rPr>
          <w:rFonts w:ascii="Corbel" w:hAnsi="Corbel"/>
          <w:bCs/>
          <w:i/>
        </w:rPr>
        <w:t xml:space="preserve"> Rektora UR </w:t>
      </w:r>
      <w:r w:rsidRPr="00183B36">
        <w:rPr>
          <w:rFonts w:ascii="Corbel" w:hAnsi="Corbel"/>
          <w:bCs/>
          <w:i/>
        </w:rPr>
        <w:t xml:space="preserve"> nr </w:t>
      </w:r>
      <w:r w:rsidR="00F17567" w:rsidRPr="00183B36">
        <w:rPr>
          <w:rFonts w:ascii="Corbel" w:hAnsi="Corbel"/>
          <w:bCs/>
          <w:i/>
        </w:rPr>
        <w:t>12/2019</w:t>
      </w:r>
    </w:p>
    <w:p w14:paraId="2C8A060B" w14:textId="77777777" w:rsidR="0085747A" w:rsidRPr="00183B3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83B36">
        <w:rPr>
          <w:rFonts w:ascii="Corbel" w:hAnsi="Corbel"/>
          <w:b/>
          <w:smallCaps/>
          <w:sz w:val="24"/>
          <w:szCs w:val="24"/>
        </w:rPr>
        <w:t>SYLABUS</w:t>
      </w:r>
    </w:p>
    <w:p w14:paraId="46169C74" w14:textId="77777777" w:rsidR="005136C5" w:rsidRPr="00183B36" w:rsidRDefault="0071620A" w:rsidP="005136C5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183B36">
        <w:rPr>
          <w:rFonts w:ascii="Corbel" w:hAnsi="Corbel"/>
          <w:b/>
          <w:smallCaps/>
          <w:sz w:val="24"/>
          <w:szCs w:val="24"/>
        </w:rPr>
        <w:t>dotyczy cyklu kształcenia</w:t>
      </w:r>
      <w:r w:rsidR="005136C5" w:rsidRPr="00183B36">
        <w:rPr>
          <w:rFonts w:ascii="Corbel" w:hAnsi="Corbel"/>
          <w:i/>
          <w:smallCaps/>
          <w:sz w:val="24"/>
          <w:szCs w:val="24"/>
        </w:rPr>
        <w:t xml:space="preserve"> </w:t>
      </w:r>
      <w:r w:rsidR="005136C5" w:rsidRPr="00183B36">
        <w:rPr>
          <w:rFonts w:ascii="Corbel" w:hAnsi="Corbel"/>
          <w:b/>
          <w:smallCaps/>
          <w:szCs w:val="24"/>
        </w:rPr>
        <w:t>od 2019/20 do 2023/24</w:t>
      </w:r>
    </w:p>
    <w:p w14:paraId="6C7CDA6A" w14:textId="77777777" w:rsidR="0085747A" w:rsidRPr="00183B36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CD41144" w14:textId="77777777" w:rsidR="0085747A" w:rsidRPr="00183B36" w:rsidRDefault="0085747A" w:rsidP="005136C5">
      <w:pPr>
        <w:spacing w:after="0" w:line="240" w:lineRule="exact"/>
        <w:ind w:left="5664" w:firstLine="708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i/>
          <w:sz w:val="20"/>
          <w:szCs w:val="20"/>
        </w:rPr>
        <w:t>(skrajne daty</w:t>
      </w:r>
      <w:r w:rsidRPr="00183B36">
        <w:rPr>
          <w:rFonts w:ascii="Corbel" w:hAnsi="Corbel"/>
          <w:sz w:val="20"/>
          <w:szCs w:val="20"/>
        </w:rPr>
        <w:t>)</w:t>
      </w:r>
    </w:p>
    <w:p w14:paraId="3EA721D0" w14:textId="7BC2ABAD" w:rsidR="00445970" w:rsidRPr="00183B36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  <w:t xml:space="preserve">Rok akademicki   </w:t>
      </w:r>
      <w:r w:rsidR="005136C5" w:rsidRPr="00183B36">
        <w:rPr>
          <w:rFonts w:ascii="Corbel" w:hAnsi="Corbel"/>
          <w:sz w:val="20"/>
          <w:szCs w:val="20"/>
        </w:rPr>
        <w:t>20</w:t>
      </w:r>
      <w:r w:rsidR="008545B6">
        <w:rPr>
          <w:rFonts w:ascii="Corbel" w:hAnsi="Corbel"/>
          <w:sz w:val="20"/>
          <w:szCs w:val="20"/>
        </w:rPr>
        <w:t>20</w:t>
      </w:r>
      <w:r w:rsidR="005136C5" w:rsidRPr="00183B36">
        <w:rPr>
          <w:rFonts w:ascii="Corbel" w:hAnsi="Corbel"/>
          <w:sz w:val="20"/>
          <w:szCs w:val="20"/>
        </w:rPr>
        <w:t>/202</w:t>
      </w:r>
      <w:r w:rsidR="008545B6">
        <w:rPr>
          <w:rFonts w:ascii="Corbel" w:hAnsi="Corbel"/>
          <w:sz w:val="20"/>
          <w:szCs w:val="20"/>
        </w:rPr>
        <w:t>1</w:t>
      </w:r>
    </w:p>
    <w:p w14:paraId="2CC906AD" w14:textId="77777777" w:rsidR="0085747A" w:rsidRPr="00183B3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11D3B8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3B36">
        <w:rPr>
          <w:rFonts w:ascii="Corbel" w:hAnsi="Corbel"/>
          <w:szCs w:val="24"/>
        </w:rPr>
        <w:t xml:space="preserve">1. </w:t>
      </w:r>
      <w:r w:rsidR="0085747A" w:rsidRPr="00183B36">
        <w:rPr>
          <w:rFonts w:ascii="Corbel" w:hAnsi="Corbel"/>
          <w:szCs w:val="24"/>
        </w:rPr>
        <w:t xml:space="preserve">Podstawowe </w:t>
      </w:r>
      <w:r w:rsidR="00445970" w:rsidRPr="00183B3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83B36" w14:paraId="3296A9D2" w14:textId="77777777" w:rsidTr="00B819C8">
        <w:tc>
          <w:tcPr>
            <w:tcW w:w="2694" w:type="dxa"/>
            <w:vAlign w:val="center"/>
          </w:tcPr>
          <w:p w14:paraId="41F40E83" w14:textId="77777777" w:rsidR="0085747A" w:rsidRPr="00183B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DD9B2B" w14:textId="77777777" w:rsidR="0085747A" w:rsidRPr="00183B36" w:rsidRDefault="005136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183B36">
              <w:rPr>
                <w:rFonts w:ascii="Corbel" w:hAnsi="Corbel"/>
                <w:b w:val="0"/>
                <w:sz w:val="22"/>
              </w:rPr>
              <w:t xml:space="preserve">Prawo </w:t>
            </w:r>
            <w:r w:rsidR="00F179E3">
              <w:rPr>
                <w:rFonts w:ascii="Corbel" w:hAnsi="Corbel"/>
                <w:b w:val="0"/>
                <w:sz w:val="22"/>
              </w:rPr>
              <w:t>cywilne – część ogólna, prawo rzeczowe</w:t>
            </w:r>
          </w:p>
        </w:tc>
      </w:tr>
      <w:tr w:rsidR="0085747A" w:rsidRPr="00183B36" w14:paraId="7728A978" w14:textId="77777777" w:rsidTr="00B819C8">
        <w:tc>
          <w:tcPr>
            <w:tcW w:w="2694" w:type="dxa"/>
            <w:vAlign w:val="center"/>
          </w:tcPr>
          <w:p w14:paraId="58FDB807" w14:textId="77777777" w:rsidR="0085747A" w:rsidRPr="00183B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9BD1C" w14:textId="77777777" w:rsidR="0085747A" w:rsidRPr="00183B36" w:rsidRDefault="005136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183B36">
              <w:rPr>
                <w:rFonts w:ascii="Corbel" w:hAnsi="Corbel"/>
                <w:b w:val="0"/>
                <w:sz w:val="22"/>
              </w:rPr>
              <w:t>PRP</w:t>
            </w:r>
            <w:r w:rsidR="00F179E3">
              <w:rPr>
                <w:rFonts w:ascii="Corbel" w:hAnsi="Corbel"/>
                <w:b w:val="0"/>
                <w:sz w:val="22"/>
              </w:rPr>
              <w:t>15</w:t>
            </w:r>
          </w:p>
        </w:tc>
      </w:tr>
      <w:tr w:rsidR="005136C5" w:rsidRPr="00183B36" w14:paraId="50F3DD82" w14:textId="77777777" w:rsidTr="00B819C8">
        <w:tc>
          <w:tcPr>
            <w:tcW w:w="2694" w:type="dxa"/>
            <w:vAlign w:val="center"/>
          </w:tcPr>
          <w:p w14:paraId="6DFA59AD" w14:textId="77777777" w:rsidR="005136C5" w:rsidRPr="00183B36" w:rsidRDefault="005136C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84F3011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Wydział Prawa i Administracji</w:t>
            </w:r>
          </w:p>
        </w:tc>
      </w:tr>
      <w:tr w:rsidR="005136C5" w:rsidRPr="00183B36" w14:paraId="493EDDF4" w14:textId="77777777" w:rsidTr="00B819C8">
        <w:tc>
          <w:tcPr>
            <w:tcW w:w="2694" w:type="dxa"/>
            <w:vAlign w:val="center"/>
          </w:tcPr>
          <w:p w14:paraId="36859C31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C5E715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</w:rPr>
              <w:t xml:space="preserve">Zakład Prawa Cywilnego </w:t>
            </w:r>
          </w:p>
        </w:tc>
      </w:tr>
      <w:tr w:rsidR="005136C5" w:rsidRPr="00183B36" w14:paraId="25B53E15" w14:textId="77777777" w:rsidTr="00B819C8">
        <w:tc>
          <w:tcPr>
            <w:tcW w:w="2694" w:type="dxa"/>
            <w:vAlign w:val="center"/>
          </w:tcPr>
          <w:p w14:paraId="0BD5C4DE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EE295B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5136C5" w:rsidRPr="00183B36" w14:paraId="1748142C" w14:textId="77777777" w:rsidTr="00B819C8">
        <w:tc>
          <w:tcPr>
            <w:tcW w:w="2694" w:type="dxa"/>
            <w:vAlign w:val="center"/>
          </w:tcPr>
          <w:p w14:paraId="351B840C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BA580B8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5136C5" w:rsidRPr="00183B36" w14:paraId="6A6081A8" w14:textId="77777777" w:rsidTr="00B819C8">
        <w:tc>
          <w:tcPr>
            <w:tcW w:w="2694" w:type="dxa"/>
            <w:vAlign w:val="center"/>
          </w:tcPr>
          <w:p w14:paraId="433AA33E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955166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5136C5" w:rsidRPr="00183B36" w14:paraId="3D966C8C" w14:textId="77777777" w:rsidTr="00B819C8">
        <w:tc>
          <w:tcPr>
            <w:tcW w:w="2694" w:type="dxa"/>
            <w:vAlign w:val="center"/>
          </w:tcPr>
          <w:p w14:paraId="135AEE70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7A0173" w14:textId="77777777" w:rsidR="005136C5" w:rsidRPr="00183B36" w:rsidRDefault="00F179E3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5136C5" w:rsidRPr="00183B36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5136C5" w:rsidRPr="00183B36" w14:paraId="68BD8843" w14:textId="77777777" w:rsidTr="00B819C8">
        <w:tc>
          <w:tcPr>
            <w:tcW w:w="2694" w:type="dxa"/>
            <w:vAlign w:val="center"/>
          </w:tcPr>
          <w:p w14:paraId="4ECF138C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92DAFC8" w14:textId="77777777" w:rsidR="005136C5" w:rsidRPr="00183B36" w:rsidRDefault="00627A19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Rok I</w:t>
            </w:r>
            <w:r w:rsidR="005136C5" w:rsidRPr="00183B36">
              <w:rPr>
                <w:rFonts w:ascii="Corbel" w:hAnsi="Corbel"/>
                <w:b w:val="0"/>
                <w:color w:val="auto"/>
                <w:sz w:val="22"/>
              </w:rPr>
              <w:t xml:space="preserve">I, semestr </w:t>
            </w:r>
            <w:r>
              <w:rPr>
                <w:rFonts w:ascii="Corbel" w:hAnsi="Corbel"/>
                <w:b w:val="0"/>
                <w:color w:val="auto"/>
                <w:sz w:val="22"/>
              </w:rPr>
              <w:t>III i IV</w:t>
            </w:r>
          </w:p>
        </w:tc>
      </w:tr>
      <w:tr w:rsidR="005136C5" w:rsidRPr="00183B36" w14:paraId="5D70370E" w14:textId="77777777" w:rsidTr="00B819C8">
        <w:tc>
          <w:tcPr>
            <w:tcW w:w="2694" w:type="dxa"/>
            <w:vAlign w:val="center"/>
          </w:tcPr>
          <w:p w14:paraId="4A214EE0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DBCDB9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5136C5" w:rsidRPr="00183B36" w14:paraId="040D161E" w14:textId="77777777" w:rsidTr="00B819C8">
        <w:tc>
          <w:tcPr>
            <w:tcW w:w="2694" w:type="dxa"/>
            <w:vAlign w:val="center"/>
          </w:tcPr>
          <w:p w14:paraId="34FCEFE0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8B2B68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Język polski</w:t>
            </w:r>
          </w:p>
        </w:tc>
      </w:tr>
      <w:tr w:rsidR="005136C5" w:rsidRPr="00183B36" w14:paraId="68B710FB" w14:textId="77777777" w:rsidTr="00B819C8">
        <w:tc>
          <w:tcPr>
            <w:tcW w:w="2694" w:type="dxa"/>
            <w:vAlign w:val="center"/>
          </w:tcPr>
          <w:p w14:paraId="05162E81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02C7C8" w14:textId="77777777" w:rsidR="005136C5" w:rsidRPr="00627A19" w:rsidRDefault="00627A19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627A19">
              <w:rPr>
                <w:rFonts w:ascii="Corbel" w:hAnsi="Corbel"/>
                <w:b w:val="0"/>
                <w:color w:val="auto"/>
                <w:sz w:val="22"/>
              </w:rPr>
              <w:t>Dr hab. Władysław Mogilski, prof. UR</w:t>
            </w:r>
          </w:p>
        </w:tc>
      </w:tr>
      <w:tr w:rsidR="005136C5" w:rsidRPr="00183B36" w14:paraId="0DB0B539" w14:textId="77777777" w:rsidTr="00B819C8">
        <w:tc>
          <w:tcPr>
            <w:tcW w:w="2694" w:type="dxa"/>
            <w:vAlign w:val="center"/>
          </w:tcPr>
          <w:p w14:paraId="52135868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3364D9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Dr Jakub M. Łukasiewicz, dr Rafał Łukasiewicz</w:t>
            </w:r>
          </w:p>
        </w:tc>
      </w:tr>
    </w:tbl>
    <w:p w14:paraId="4F24FDC2" w14:textId="77777777" w:rsidR="0085747A" w:rsidRPr="00183B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* </w:t>
      </w:r>
      <w:r w:rsidRPr="00183B36">
        <w:rPr>
          <w:rFonts w:ascii="Corbel" w:hAnsi="Corbel"/>
          <w:i/>
          <w:sz w:val="24"/>
          <w:szCs w:val="24"/>
        </w:rPr>
        <w:t>-</w:t>
      </w:r>
      <w:r w:rsidR="00B90885" w:rsidRPr="00183B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3B36">
        <w:rPr>
          <w:rFonts w:ascii="Corbel" w:hAnsi="Corbel"/>
          <w:b w:val="0"/>
          <w:sz w:val="24"/>
          <w:szCs w:val="24"/>
        </w:rPr>
        <w:t>e,</w:t>
      </w:r>
      <w:r w:rsidRPr="00183B3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3B36">
        <w:rPr>
          <w:rFonts w:ascii="Corbel" w:hAnsi="Corbel"/>
          <w:b w:val="0"/>
          <w:i/>
          <w:sz w:val="24"/>
          <w:szCs w:val="24"/>
        </w:rPr>
        <w:t>w Jednostce</w:t>
      </w:r>
    </w:p>
    <w:p w14:paraId="5927E234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1DBFDA" w14:textId="77777777" w:rsidR="0085747A" w:rsidRPr="00183B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1.</w:t>
      </w:r>
      <w:r w:rsidR="00E22FBC" w:rsidRPr="00183B36">
        <w:rPr>
          <w:rFonts w:ascii="Corbel" w:hAnsi="Corbel"/>
          <w:sz w:val="24"/>
          <w:szCs w:val="24"/>
        </w:rPr>
        <w:t>1</w:t>
      </w:r>
      <w:r w:rsidRPr="00183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55FBAB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0"/>
        <w:gridCol w:w="785"/>
        <w:gridCol w:w="851"/>
        <w:gridCol w:w="799"/>
        <w:gridCol w:w="820"/>
        <w:gridCol w:w="758"/>
        <w:gridCol w:w="946"/>
        <w:gridCol w:w="1185"/>
        <w:gridCol w:w="1527"/>
      </w:tblGrid>
      <w:tr w:rsidR="00015B8F" w:rsidRPr="00183B36" w14:paraId="5C77BB6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9110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Semestr</w:t>
            </w:r>
          </w:p>
          <w:p w14:paraId="4F5DC04B" w14:textId="77777777" w:rsidR="00015B8F" w:rsidRPr="00183B3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(</w:t>
            </w:r>
            <w:r w:rsidR="00363F78" w:rsidRPr="00183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6E0E6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C7B9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0DAD4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7A997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F700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D7944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FD5E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1ECEC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D12F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3B36">
              <w:rPr>
                <w:rFonts w:ascii="Corbel" w:hAnsi="Corbel"/>
                <w:b/>
                <w:szCs w:val="24"/>
              </w:rPr>
              <w:t>Liczba pkt</w:t>
            </w:r>
            <w:r w:rsidR="00B90885" w:rsidRPr="00183B36">
              <w:rPr>
                <w:rFonts w:ascii="Corbel" w:hAnsi="Corbel"/>
                <w:b/>
                <w:szCs w:val="24"/>
              </w:rPr>
              <w:t>.</w:t>
            </w:r>
            <w:r w:rsidRPr="00183B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136C5" w:rsidRPr="00183B36" w14:paraId="2A28118C" w14:textId="77777777" w:rsidTr="00C4479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7679" w14:textId="77777777" w:rsidR="005136C5" w:rsidRPr="00183B36" w:rsidRDefault="00627A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i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40866" w14:textId="77777777" w:rsidR="005136C5" w:rsidRPr="00183B36" w:rsidRDefault="00627A19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3286A" w14:textId="77777777" w:rsidR="005136C5" w:rsidRPr="00183B36" w:rsidRDefault="00627A19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251E9" w14:textId="77777777"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2499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C9F6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CE09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3026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E576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E0E5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1 ECTS praktyczne</w:t>
            </w:r>
          </w:p>
          <w:p w14:paraId="39AC82F0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Razem ECTS </w:t>
            </w:r>
            <w:r w:rsidR="00627A1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5136C5" w:rsidRPr="00183B36" w14:paraId="58B8469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F1F6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5CDB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2C60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5183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0B7F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D92E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B5F2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BEB0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1B24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E634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078BF56" w14:textId="77777777" w:rsidR="00923D7D" w:rsidRPr="00183B3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510DBA" w14:textId="77777777" w:rsidR="00923D7D" w:rsidRPr="00183B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8856FC" w14:textId="77777777" w:rsidR="0085747A" w:rsidRPr="00183B3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1.</w:t>
      </w:r>
      <w:r w:rsidR="00E22FBC" w:rsidRPr="00183B36">
        <w:rPr>
          <w:rFonts w:ascii="Corbel" w:hAnsi="Corbel"/>
          <w:smallCaps w:val="0"/>
          <w:szCs w:val="24"/>
        </w:rPr>
        <w:t>2</w:t>
      </w:r>
      <w:r w:rsidR="00F83B28" w:rsidRPr="00183B36">
        <w:rPr>
          <w:rFonts w:ascii="Corbel" w:hAnsi="Corbel"/>
          <w:smallCaps w:val="0"/>
          <w:szCs w:val="24"/>
        </w:rPr>
        <w:t>.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 xml:space="preserve">Sposób realizacji zajęć  </w:t>
      </w:r>
    </w:p>
    <w:p w14:paraId="447DE726" w14:textId="77777777" w:rsidR="0085747A" w:rsidRPr="00183B36" w:rsidRDefault="00513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183B3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198256" w14:textId="77777777" w:rsidR="0085747A" w:rsidRPr="00183B3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MS Gothic" w:cs="MS Gothic"/>
          <w:b w:val="0"/>
          <w:szCs w:val="24"/>
        </w:rPr>
        <w:t>☐</w:t>
      </w:r>
      <w:r w:rsidRPr="00183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A9D570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6E0C5D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D5475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FDCBF8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86BD29" w14:textId="77777777" w:rsidR="00E22FBC" w:rsidRPr="00183B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1.3 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>For</w:t>
      </w:r>
      <w:r w:rsidR="00445970" w:rsidRPr="00183B36">
        <w:rPr>
          <w:rFonts w:ascii="Corbel" w:hAnsi="Corbel"/>
          <w:smallCaps w:val="0"/>
          <w:szCs w:val="24"/>
        </w:rPr>
        <w:t xml:space="preserve">ma zaliczenia przedmiotu </w:t>
      </w:r>
      <w:r w:rsidRPr="00183B36">
        <w:rPr>
          <w:rFonts w:ascii="Corbel" w:hAnsi="Corbel"/>
          <w:smallCaps w:val="0"/>
          <w:szCs w:val="24"/>
        </w:rPr>
        <w:t xml:space="preserve"> (z toku) </w:t>
      </w:r>
      <w:r w:rsidRPr="00183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13C674" w14:textId="77777777" w:rsidR="009C54AE" w:rsidRPr="00183B3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13405" w14:textId="77777777" w:rsidR="005136C5" w:rsidRPr="00183B36" w:rsidRDefault="005136C5" w:rsidP="005136C5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183B36">
        <w:rPr>
          <w:rFonts w:ascii="Corbel" w:hAnsi="Corbel"/>
          <w:b/>
          <w:szCs w:val="24"/>
        </w:rPr>
        <w:tab/>
      </w:r>
      <w:r w:rsidRPr="00183B36">
        <w:rPr>
          <w:rFonts w:ascii="Corbel" w:eastAsia="Cambria" w:hAnsi="Corbel"/>
          <w:sz w:val="24"/>
        </w:rPr>
        <w:t xml:space="preserve">Zaliczenie z oceną w formie ustnej albo pisemnej (ćwiczenia) </w:t>
      </w:r>
    </w:p>
    <w:p w14:paraId="5A258286" w14:textId="77777777" w:rsidR="005136C5" w:rsidRPr="00183B36" w:rsidRDefault="005136C5" w:rsidP="005136C5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0183B36">
        <w:rPr>
          <w:rFonts w:ascii="Corbel" w:eastAsia="Cambria" w:hAnsi="Corbel"/>
          <w:b w:val="0"/>
          <w:smallCaps w:val="0"/>
        </w:rPr>
        <w:t xml:space="preserve">Egzamin ustny albo pisemny </w:t>
      </w:r>
    </w:p>
    <w:p w14:paraId="6C0D3F4B" w14:textId="77777777" w:rsidR="00E960BB" w:rsidRPr="00183B3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4220AC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EC4D36" w14:textId="77777777" w:rsidR="00E960BB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5EBA3818" w14:textId="77777777" w:rsidTr="00745302">
        <w:tc>
          <w:tcPr>
            <w:tcW w:w="9670" w:type="dxa"/>
          </w:tcPr>
          <w:p w14:paraId="465AEB94" w14:textId="77777777" w:rsidR="0085747A" w:rsidRPr="00183B36" w:rsidRDefault="00D520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uzyskana w ramach przedmiotu „Wstęp do prawoznawstwa”</w:t>
            </w:r>
          </w:p>
          <w:p w14:paraId="290C7A3D" w14:textId="77777777" w:rsidR="0085747A" w:rsidRPr="00183B36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906EAEE" w14:textId="77777777" w:rsidR="00153C41" w:rsidRPr="00183B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6F69C2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>3.</w:t>
      </w:r>
      <w:r w:rsidR="00A84C85" w:rsidRPr="00183B36">
        <w:rPr>
          <w:rFonts w:ascii="Corbel" w:hAnsi="Corbel"/>
          <w:szCs w:val="24"/>
        </w:rPr>
        <w:t>cele, efekty uczenia się</w:t>
      </w:r>
      <w:r w:rsidR="0085747A" w:rsidRPr="00183B36">
        <w:rPr>
          <w:rFonts w:ascii="Corbel" w:hAnsi="Corbel"/>
          <w:szCs w:val="24"/>
        </w:rPr>
        <w:t xml:space="preserve"> , treści Programowe i stosowane metody Dydaktyczne</w:t>
      </w:r>
    </w:p>
    <w:p w14:paraId="1238DAEC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333FFD" w14:textId="77777777" w:rsidR="0085747A" w:rsidRPr="00183B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3.1 </w:t>
      </w:r>
      <w:r w:rsidR="00C05F44" w:rsidRPr="00183B36">
        <w:rPr>
          <w:rFonts w:ascii="Corbel" w:hAnsi="Corbel"/>
          <w:sz w:val="24"/>
          <w:szCs w:val="24"/>
        </w:rPr>
        <w:t>Cele przedmiotu</w:t>
      </w:r>
    </w:p>
    <w:p w14:paraId="0B2AA5DB" w14:textId="77777777" w:rsidR="00F83B28" w:rsidRPr="00183B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83B36" w14:paraId="28F4BAFE" w14:textId="77777777" w:rsidTr="00923D7D">
        <w:tc>
          <w:tcPr>
            <w:tcW w:w="851" w:type="dxa"/>
            <w:vAlign w:val="center"/>
          </w:tcPr>
          <w:p w14:paraId="7E2966F8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6042F0" w14:textId="77777777" w:rsidR="00D520ED" w:rsidRPr="00183B36" w:rsidRDefault="00DC31FD" w:rsidP="00D520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</w:t>
            </w:r>
            <w:r w:rsidR="00D520ED"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="0098187B">
              <w:rPr>
                <w:rFonts w:ascii="Corbel" w:hAnsi="Corbel"/>
                <w:b w:val="0"/>
                <w:sz w:val="24"/>
                <w:szCs w:val="24"/>
              </w:rPr>
              <w:t xml:space="preserve">prawnych </w:t>
            </w:r>
            <w:r w:rsidR="00D520ED">
              <w:rPr>
                <w:rFonts w:ascii="Corbel" w:hAnsi="Corbel"/>
                <w:b w:val="0"/>
                <w:sz w:val="24"/>
                <w:szCs w:val="24"/>
              </w:rPr>
              <w:t>uregulowanych w Księdze I Kodeksu Cywilnego (Część ogólna prawa cywilnego) oraz Księdze II Kodeksu Cywilnego (Własność i inne prawa rzeczowe).</w:t>
            </w:r>
          </w:p>
        </w:tc>
      </w:tr>
      <w:tr w:rsidR="0085747A" w:rsidRPr="00183B36" w14:paraId="4A8C9F58" w14:textId="77777777" w:rsidTr="00923D7D">
        <w:tc>
          <w:tcPr>
            <w:tcW w:w="851" w:type="dxa"/>
            <w:vAlign w:val="center"/>
          </w:tcPr>
          <w:p w14:paraId="4FB678E4" w14:textId="77777777" w:rsidR="0085747A" w:rsidRPr="00183B36" w:rsidRDefault="00DC31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6489BC5" w14:textId="77777777" w:rsidR="0085747A" w:rsidRPr="00183B36" w:rsidRDefault="00DC31FD" w:rsidP="009818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instytucji prawa </w:t>
            </w:r>
            <w:r w:rsidR="0098187B">
              <w:rPr>
                <w:rFonts w:ascii="Corbel" w:hAnsi="Corbel"/>
                <w:b w:val="0"/>
                <w:sz w:val="24"/>
                <w:szCs w:val="24"/>
              </w:rPr>
              <w:t xml:space="preserve">cywilnego </w:t>
            </w: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w ujęciu praktycznym przez prezentowanie w jaki sposób </w:t>
            </w:r>
            <w:r w:rsidR="0098187B">
              <w:rPr>
                <w:rFonts w:ascii="Corbel" w:hAnsi="Corbel"/>
                <w:b w:val="0"/>
                <w:sz w:val="24"/>
                <w:szCs w:val="24"/>
              </w:rPr>
              <w:t>są one stosowane (orzecznictwo sądów, prezentacja pism procesowych oraz aktów stanu cywilnego oraz innych dokumentów)</w:t>
            </w:r>
          </w:p>
        </w:tc>
      </w:tr>
      <w:tr w:rsidR="0085747A" w:rsidRPr="00183B36" w14:paraId="3BFAEAE0" w14:textId="77777777" w:rsidTr="00923D7D">
        <w:tc>
          <w:tcPr>
            <w:tcW w:w="851" w:type="dxa"/>
            <w:vAlign w:val="center"/>
          </w:tcPr>
          <w:p w14:paraId="0FC9D773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31FD" w:rsidRPr="00183B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D5B2082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Umiejętność praktycznego wykorzystania posiadanej wiedzy przez rozwiązywanie kazusów i sporządznie pism procesowych.</w:t>
            </w:r>
          </w:p>
        </w:tc>
      </w:tr>
    </w:tbl>
    <w:p w14:paraId="24117070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134317" w14:textId="77777777" w:rsidR="001D7B54" w:rsidRPr="00183B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3.2 </w:t>
      </w:r>
      <w:r w:rsidR="001D7B54" w:rsidRPr="00183B36">
        <w:rPr>
          <w:rFonts w:ascii="Corbel" w:hAnsi="Corbel"/>
          <w:b/>
          <w:sz w:val="24"/>
          <w:szCs w:val="24"/>
        </w:rPr>
        <w:t xml:space="preserve">Efekty </w:t>
      </w:r>
      <w:r w:rsidR="00C05F44" w:rsidRPr="00183B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3B36">
        <w:rPr>
          <w:rFonts w:ascii="Corbel" w:hAnsi="Corbel"/>
          <w:b/>
          <w:sz w:val="24"/>
          <w:szCs w:val="24"/>
        </w:rPr>
        <w:t>dla przedmiotu</w:t>
      </w:r>
    </w:p>
    <w:p w14:paraId="1A01B15C" w14:textId="77777777" w:rsidR="001D7B54" w:rsidRPr="00183B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6945"/>
        <w:gridCol w:w="1603"/>
      </w:tblGrid>
      <w:tr w:rsidR="0085747A" w:rsidRPr="00183B36" w14:paraId="1852A943" w14:textId="77777777" w:rsidTr="00C96B13">
        <w:tc>
          <w:tcPr>
            <w:tcW w:w="972" w:type="dxa"/>
            <w:vAlign w:val="center"/>
          </w:tcPr>
          <w:p w14:paraId="4DFDCE65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3B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171" w:type="dxa"/>
            <w:vAlign w:val="center"/>
          </w:tcPr>
          <w:p w14:paraId="1CE3C678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6941B1E6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3B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28FE" w:rsidRPr="00183B36" w14:paraId="29D07D83" w14:textId="77777777" w:rsidTr="00C96B13">
        <w:tc>
          <w:tcPr>
            <w:tcW w:w="972" w:type="dxa"/>
          </w:tcPr>
          <w:p w14:paraId="3634279D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58C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7171" w:type="dxa"/>
          </w:tcPr>
          <w:p w14:paraId="09E07553" w14:textId="77777777" w:rsidR="006428FE" w:rsidRPr="006558C6" w:rsidRDefault="0053557E" w:rsidP="00535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 xml:space="preserve">student posiada </w:t>
            </w:r>
            <w:r w:rsidR="006428FE"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 xml:space="preserve">wiedzę </w:t>
            </w: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z zakresu prawoznawstwa, potrafi wymienići zdefiniować</w:t>
            </w:r>
            <w:r w:rsidRPr="006558C6">
              <w:rPr>
                <w:rFonts w:ascii="Corbel" w:hAnsi="Corbel"/>
                <w:color w:val="000000"/>
                <w:spacing w:val="-7"/>
                <w:szCs w:val="24"/>
              </w:rPr>
              <w:t xml:space="preserve"> gałęzie prawa, kompleksowe regulacje prawne, dyscypliny naukowe i dydaktyczne.</w:t>
            </w:r>
            <w:r w:rsidR="00434A7D" w:rsidRPr="006558C6">
              <w:rPr>
                <w:rFonts w:ascii="Corbel" w:hAnsi="Corbel"/>
                <w:color w:val="000000"/>
                <w:spacing w:val="-7"/>
                <w:szCs w:val="24"/>
              </w:rPr>
              <w:t xml:space="preserve"> dostrzega relacje prawa cywilnego z innymi gałęziami prawa.</w:t>
            </w:r>
            <w:r w:rsidRPr="006558C6">
              <w:rPr>
                <w:rFonts w:ascii="Corbel" w:hAnsi="Corbel"/>
                <w:color w:val="000000"/>
                <w:spacing w:val="-7"/>
                <w:szCs w:val="24"/>
              </w:rPr>
              <w:t xml:space="preserve"> </w:t>
            </w:r>
            <w:r w:rsidR="00434A7D" w:rsidRPr="006558C6">
              <w:rPr>
                <w:rFonts w:ascii="Corbel" w:hAnsi="Corbel"/>
                <w:color w:val="000000"/>
                <w:spacing w:val="-7"/>
                <w:szCs w:val="24"/>
              </w:rPr>
              <w:t>student zna genezę prawa cywilnego w polsce.</w:t>
            </w:r>
          </w:p>
        </w:tc>
        <w:tc>
          <w:tcPr>
            <w:tcW w:w="1603" w:type="dxa"/>
          </w:tcPr>
          <w:p w14:paraId="0301A8FA" w14:textId="77777777" w:rsidR="006428FE" w:rsidRPr="006558C6" w:rsidRDefault="006428FE" w:rsidP="0053557E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K_W01</w:t>
            </w:r>
          </w:p>
          <w:p w14:paraId="71BC3EA8" w14:textId="77777777" w:rsidR="00434A7D" w:rsidRPr="006558C6" w:rsidRDefault="00434A7D" w:rsidP="0053557E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K_W02</w:t>
            </w:r>
          </w:p>
          <w:p w14:paraId="5DBCA9F1" w14:textId="77777777" w:rsidR="00190B82" w:rsidRPr="006558C6" w:rsidRDefault="00190B82" w:rsidP="00535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K_W10</w:t>
            </w:r>
          </w:p>
        </w:tc>
      </w:tr>
      <w:tr w:rsidR="006428FE" w:rsidRPr="00183B36" w14:paraId="28CFD170" w14:textId="77777777" w:rsidTr="00C96B13">
        <w:tc>
          <w:tcPr>
            <w:tcW w:w="972" w:type="dxa"/>
          </w:tcPr>
          <w:p w14:paraId="3E6BC0D7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7171" w:type="dxa"/>
          </w:tcPr>
          <w:p w14:paraId="46D1BF10" w14:textId="77777777" w:rsidR="006428FE" w:rsidRPr="006558C6" w:rsidRDefault="00434A7D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 xml:space="preserve">student </w:t>
            </w:r>
            <w:r w:rsidR="00190B82"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dostrzega relacje polskiego prawa cywilnego oraz międzynarodowych konwencji i orzecznictwa europejskiego trybunału praw człowieka.</w:t>
            </w:r>
          </w:p>
        </w:tc>
        <w:tc>
          <w:tcPr>
            <w:tcW w:w="1603" w:type="dxa"/>
          </w:tcPr>
          <w:p w14:paraId="779BA32C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K_W03</w:t>
            </w:r>
          </w:p>
        </w:tc>
      </w:tr>
      <w:tr w:rsidR="006428FE" w:rsidRPr="00183B36" w14:paraId="193A0B7A" w14:textId="77777777" w:rsidTr="00C96B13">
        <w:tc>
          <w:tcPr>
            <w:tcW w:w="972" w:type="dxa"/>
          </w:tcPr>
          <w:p w14:paraId="47A2724E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171" w:type="dxa"/>
          </w:tcPr>
          <w:p w14:paraId="3E07F227" w14:textId="77777777" w:rsidR="006428FE" w:rsidRPr="006558C6" w:rsidRDefault="00190B82" w:rsidP="00190B82">
            <w:pPr>
              <w:pStyle w:val="Punktygwne"/>
              <w:tabs>
                <w:tab w:val="left" w:pos="176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student ma wiedzę dotyczącą stanowienia i stosowania prawa cy</w:t>
            </w:r>
            <w:r w:rsidR="007A5EE9"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wilnego oraz zna i rozumie metody badawcze niezbędne dla prowadzenia badań z zakresu prawa cywilnego. rozpoznaje także współczesne, fundamentalne dylematy, przed którymi stoi prawo cywilne.</w:t>
            </w:r>
          </w:p>
        </w:tc>
        <w:tc>
          <w:tcPr>
            <w:tcW w:w="1603" w:type="dxa"/>
          </w:tcPr>
          <w:p w14:paraId="51E19783" w14:textId="77777777" w:rsidR="0053557E" w:rsidRPr="006558C6" w:rsidRDefault="0053557E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K_W04</w:t>
            </w:r>
          </w:p>
          <w:p w14:paraId="567E5228" w14:textId="77777777" w:rsidR="00190B82" w:rsidRPr="006558C6" w:rsidRDefault="00190B82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K_W05</w:t>
            </w:r>
          </w:p>
          <w:p w14:paraId="4722B301" w14:textId="77777777" w:rsidR="007A5EE9" w:rsidRPr="006558C6" w:rsidRDefault="007A5EE9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K_W12</w:t>
            </w:r>
          </w:p>
        </w:tc>
      </w:tr>
      <w:tr w:rsidR="006428FE" w:rsidRPr="00183B36" w14:paraId="0D7E95B0" w14:textId="77777777" w:rsidTr="00C96B13">
        <w:tc>
          <w:tcPr>
            <w:tcW w:w="972" w:type="dxa"/>
          </w:tcPr>
          <w:p w14:paraId="62D70030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7171" w:type="dxa"/>
          </w:tcPr>
          <w:p w14:paraId="6D2F2C78" w14:textId="77777777" w:rsidR="006428FE" w:rsidRPr="006558C6" w:rsidRDefault="00190B82" w:rsidP="0019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student potrafi posługiwać się językiem prawnym i prawniczym z zakresu prawa cywilnego oraz dostrzega różnice między nimi.</w:t>
            </w:r>
          </w:p>
        </w:tc>
        <w:tc>
          <w:tcPr>
            <w:tcW w:w="1603" w:type="dxa"/>
          </w:tcPr>
          <w:p w14:paraId="45C9DB2C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K_W06</w:t>
            </w:r>
          </w:p>
          <w:p w14:paraId="6BEA1042" w14:textId="77777777" w:rsidR="00190B82" w:rsidRPr="006558C6" w:rsidRDefault="00190B82" w:rsidP="0019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428FE" w:rsidRPr="00183B36" w14:paraId="0B4030AB" w14:textId="77777777" w:rsidTr="00C96B13">
        <w:tc>
          <w:tcPr>
            <w:tcW w:w="972" w:type="dxa"/>
          </w:tcPr>
          <w:p w14:paraId="4C412F05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7171" w:type="dxa"/>
          </w:tcPr>
          <w:p w14:paraId="7BB5A17D" w14:textId="77777777" w:rsidR="006428FE" w:rsidRPr="006558C6" w:rsidRDefault="00190B82" w:rsidP="00190B82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 xml:space="preserve">student potrafi umiejscowić prawo cywilne w systemie demokratycznego państwa prawa. dostrzega rolę struktur i systemu prawa, jak również rolę władzy ustawodawczej, wykonawczej i sądowniczej. </w:t>
            </w:r>
            <w:r w:rsidR="007A5EE9"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ma pogłebionąwiedzę o roli zasad i norm etycznych oraz etyki zawodowej.</w:t>
            </w:r>
          </w:p>
        </w:tc>
        <w:tc>
          <w:tcPr>
            <w:tcW w:w="1603" w:type="dxa"/>
          </w:tcPr>
          <w:p w14:paraId="02012DFA" w14:textId="77777777" w:rsidR="00190B82" w:rsidRPr="006558C6" w:rsidRDefault="00190B82" w:rsidP="00190B82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K_W07</w:t>
            </w:r>
          </w:p>
          <w:p w14:paraId="024D8326" w14:textId="77777777" w:rsidR="00190B82" w:rsidRPr="006558C6" w:rsidRDefault="00190B82" w:rsidP="00190B82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K_W08</w:t>
            </w:r>
          </w:p>
          <w:p w14:paraId="72AD0C8A" w14:textId="77777777" w:rsidR="007A5EE9" w:rsidRPr="006558C6" w:rsidRDefault="007A5EE9" w:rsidP="00190B82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K_W09</w:t>
            </w:r>
          </w:p>
          <w:p w14:paraId="73C702C3" w14:textId="77777777" w:rsidR="00190B82" w:rsidRPr="006558C6" w:rsidRDefault="00190B82" w:rsidP="00190B82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  <w:p w14:paraId="34C1D61F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428FE" w:rsidRPr="00183B36" w14:paraId="7C4FFFAB" w14:textId="77777777" w:rsidTr="00C96B13">
        <w:tc>
          <w:tcPr>
            <w:tcW w:w="972" w:type="dxa"/>
          </w:tcPr>
          <w:p w14:paraId="3897B596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7171" w:type="dxa"/>
          </w:tcPr>
          <w:p w14:paraId="2F1E0E70" w14:textId="77777777" w:rsidR="006428FE" w:rsidRPr="006558C6" w:rsidRDefault="00190B82" w:rsidP="004B0E7F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student zna i rozumie podstawowe pojęcia i zasady z zakresu prawa własności intelektualnej.</w:t>
            </w:r>
            <w:r w:rsidR="007A5EE9"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 xml:space="preserve"> zna zasady tworzenia i rozwoju form przedsiębiorczości oraz form indywidualnego rozwoju zawodowego. rozpoznaje różnice między osobami fizycznymi, osobami prawnymi oraz tzw. ułomnymi osobami prawnymi. rozumie konswekwencje prowadzenia działaności gospodarczej w różnych formach. </w:t>
            </w:r>
          </w:p>
        </w:tc>
        <w:tc>
          <w:tcPr>
            <w:tcW w:w="1603" w:type="dxa"/>
          </w:tcPr>
          <w:p w14:paraId="2F1CBB73" w14:textId="77777777" w:rsidR="00190B82" w:rsidRPr="006558C6" w:rsidRDefault="00190B82" w:rsidP="0019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K_W11, K_W13</w:t>
            </w:r>
          </w:p>
        </w:tc>
      </w:tr>
      <w:tr w:rsidR="006428FE" w:rsidRPr="00183B36" w14:paraId="4CCC1F56" w14:textId="77777777" w:rsidTr="00C96B13">
        <w:tc>
          <w:tcPr>
            <w:tcW w:w="972" w:type="dxa"/>
          </w:tcPr>
          <w:p w14:paraId="24103B9C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7171" w:type="dxa"/>
          </w:tcPr>
          <w:p w14:paraId="1DCB8626" w14:textId="77777777" w:rsidR="006428FE" w:rsidRPr="006558C6" w:rsidRDefault="00203F7A" w:rsidP="004B0E7F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hAnsi="Corbel"/>
                <w:szCs w:val="24"/>
              </w:rPr>
              <w:t xml:space="preserve">potrafi prawidłowo interpretować i wyjaśniać znaczenie norm i stosunków prawnych z zakresu prawa cywilnego, jak również dostrzega relacje między systemem prawnym a innymi systemami normatywnymi. potrafi analizować przyczyny i przebieg procesu stanowienia i stosowania prawa cywilnego. </w:t>
            </w:r>
          </w:p>
        </w:tc>
        <w:tc>
          <w:tcPr>
            <w:tcW w:w="1603" w:type="dxa"/>
          </w:tcPr>
          <w:p w14:paraId="23E6154E" w14:textId="77777777" w:rsidR="00203F7A" w:rsidRPr="006558C6" w:rsidRDefault="00203F7A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428FE" w:rsidRPr="00183B36" w14:paraId="134B48EC" w14:textId="77777777" w:rsidTr="00C96B13">
        <w:tc>
          <w:tcPr>
            <w:tcW w:w="972" w:type="dxa"/>
          </w:tcPr>
          <w:p w14:paraId="4DDB0374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7171" w:type="dxa"/>
          </w:tcPr>
          <w:p w14:paraId="6620517B" w14:textId="77777777" w:rsidR="006428FE" w:rsidRPr="006558C6" w:rsidRDefault="00203F7A" w:rsidP="004B0E7F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 xml:space="preserve">student posiada umiejętność rozwiązywania konkretnych problemów prawnych z zakresu prawa cywilnego. potrafi formułować własne opinie w odniesieniu do poznanych instytucji oraz zajmować własne stanowisko w zakresie funkcjonowania system prawa cywilnego. </w:t>
            </w:r>
            <w:r w:rsidR="00D86F4B"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ponadto potrafi analizować teksty aktów normatywnych oraz dokonywać ich wykładni</w:t>
            </w:r>
          </w:p>
        </w:tc>
        <w:tc>
          <w:tcPr>
            <w:tcW w:w="1603" w:type="dxa"/>
          </w:tcPr>
          <w:p w14:paraId="00E2BB72" w14:textId="77777777" w:rsidR="00203F7A" w:rsidRPr="006558C6" w:rsidRDefault="00203F7A" w:rsidP="00203F7A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K_U05</w:t>
            </w:r>
          </w:p>
          <w:p w14:paraId="153DBD23" w14:textId="77777777" w:rsidR="00203F7A" w:rsidRPr="006558C6" w:rsidRDefault="00203F7A" w:rsidP="00203F7A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K_U06</w:t>
            </w:r>
          </w:p>
          <w:p w14:paraId="7C8DAE72" w14:textId="77777777" w:rsidR="00203F7A" w:rsidRPr="006558C6" w:rsidRDefault="00203F7A" w:rsidP="00203F7A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K_U07</w:t>
            </w:r>
          </w:p>
          <w:p w14:paraId="626A42BC" w14:textId="77777777" w:rsidR="00203F7A" w:rsidRPr="006558C6" w:rsidRDefault="00203F7A" w:rsidP="00203F7A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K_U08</w:t>
            </w:r>
          </w:p>
          <w:p w14:paraId="218F1D83" w14:textId="77777777" w:rsidR="005D1E7B" w:rsidRPr="006558C6" w:rsidRDefault="005D1E7B" w:rsidP="00203F7A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K_U11</w:t>
            </w:r>
          </w:p>
          <w:p w14:paraId="0A6BDDB2" w14:textId="77777777" w:rsidR="00203F7A" w:rsidRPr="006558C6" w:rsidRDefault="00203F7A" w:rsidP="00203F7A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  <w:p w14:paraId="6724A47E" w14:textId="77777777" w:rsidR="00203F7A" w:rsidRPr="006558C6" w:rsidRDefault="00203F7A" w:rsidP="00203F7A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  <w:p w14:paraId="03C763C6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428FE" w:rsidRPr="00183B36" w14:paraId="5F33DE63" w14:textId="77777777" w:rsidTr="00C96B13">
        <w:tc>
          <w:tcPr>
            <w:tcW w:w="972" w:type="dxa"/>
          </w:tcPr>
          <w:p w14:paraId="4A393CBB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7171" w:type="dxa"/>
          </w:tcPr>
          <w:p w14:paraId="10DBB837" w14:textId="77777777" w:rsidR="006428FE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 xml:space="preserve">student </w:t>
            </w:r>
            <w:r w:rsidR="006428FE"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stosuje zdobytą wiedzę do rozwiązywania konkretnych problemów prawnych występujących w praktyce obrotu cywilnoprawnego</w:t>
            </w: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. rozwiązuje kazusy. potrafi przygotować proste pisma procesowe z zakresu części ogólnej prawa cywilnego oraz prawa rzeczowego. potrafi zaprezentować swoje prace zarówno w formie pisemnej, jak i ustnej.</w:t>
            </w:r>
          </w:p>
        </w:tc>
        <w:tc>
          <w:tcPr>
            <w:tcW w:w="1603" w:type="dxa"/>
          </w:tcPr>
          <w:p w14:paraId="5836C722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K_U09</w:t>
            </w:r>
          </w:p>
          <w:p w14:paraId="4882432F" w14:textId="77777777" w:rsidR="006428FE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K_U10</w:t>
            </w:r>
            <w:r w:rsidR="006428FE" w:rsidRPr="006558C6">
              <w:rPr>
                <w:rFonts w:ascii="Corbel" w:eastAsia="Times New Roman" w:hAnsi="Corbel"/>
                <w:szCs w:val="24"/>
                <w:lang w:eastAsia="pl-PL"/>
              </w:rPr>
              <w:t xml:space="preserve">  </w:t>
            </w:r>
          </w:p>
          <w:p w14:paraId="48584820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K_U11</w:t>
            </w:r>
          </w:p>
          <w:p w14:paraId="7DD3DC99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K_U12</w:t>
            </w:r>
          </w:p>
          <w:p w14:paraId="43C2C5C7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K_U13</w:t>
            </w:r>
          </w:p>
          <w:p w14:paraId="222A4839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K_U16</w:t>
            </w:r>
          </w:p>
          <w:p w14:paraId="4B217FE2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K_U17</w:t>
            </w:r>
          </w:p>
        </w:tc>
      </w:tr>
      <w:tr w:rsidR="006428FE" w:rsidRPr="00183B36" w14:paraId="5647B76D" w14:textId="77777777" w:rsidTr="00C96B13">
        <w:tc>
          <w:tcPr>
            <w:tcW w:w="972" w:type="dxa"/>
          </w:tcPr>
          <w:p w14:paraId="63E75B46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7171" w:type="dxa"/>
          </w:tcPr>
          <w:p w14:paraId="3DA56811" w14:textId="77777777" w:rsidR="006428FE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student potrafi samodzielnie planować i realizować własne uczenie się przez całe życie. wie w jaki sposób poszukiwać źródeł rpawa cywilnego, poglądów doktryny oraz orzecznictwa.</w:t>
            </w:r>
          </w:p>
        </w:tc>
        <w:tc>
          <w:tcPr>
            <w:tcW w:w="1603" w:type="dxa"/>
          </w:tcPr>
          <w:p w14:paraId="0D9633A3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</w:t>
            </w:r>
            <w:r w:rsidR="005D1E7B" w:rsidRPr="006558C6">
              <w:rPr>
                <w:rFonts w:ascii="Corbel" w:eastAsia="Times New Roman" w:hAnsi="Corbel"/>
                <w:szCs w:val="24"/>
                <w:lang w:eastAsia="pl-PL"/>
              </w:rPr>
              <w:t>15</w:t>
            </w:r>
          </w:p>
        </w:tc>
      </w:tr>
      <w:tr w:rsidR="005D1E7B" w:rsidRPr="00183B36" w14:paraId="767F5143" w14:textId="77777777" w:rsidTr="00C96B13">
        <w:tc>
          <w:tcPr>
            <w:tcW w:w="972" w:type="dxa"/>
          </w:tcPr>
          <w:p w14:paraId="1854A7D1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7171" w:type="dxa"/>
          </w:tcPr>
          <w:p w14:paraId="02B6C0E4" w14:textId="77777777" w:rsidR="005D1E7B" w:rsidRPr="006558C6" w:rsidRDefault="006558C6" w:rsidP="004B0E7F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hAnsi="Corbel"/>
                <w:szCs w:val="24"/>
              </w:rPr>
              <w:t xml:space="preserve">student </w:t>
            </w:r>
            <w:r w:rsidR="0053038B" w:rsidRPr="006558C6">
              <w:rPr>
                <w:rFonts w:ascii="Corbel" w:hAnsi="Corbel"/>
                <w:szCs w:val="24"/>
              </w:rPr>
              <w:t>ma świadomość zmienności systemu norm prawnych która prowadzi do konieczności ciągłego uzupełniania i doskonalenia zarówno zdobytej wiedzy jak i umiejętności w zakresie prawa cywilnego. śledzi nowelizacje kodeksu cywilnego oraz orzecznictwo w tym zakresie.</w:t>
            </w:r>
          </w:p>
        </w:tc>
        <w:tc>
          <w:tcPr>
            <w:tcW w:w="1603" w:type="dxa"/>
          </w:tcPr>
          <w:p w14:paraId="381294A4" w14:textId="77777777" w:rsidR="005D1E7B" w:rsidRPr="006558C6" w:rsidRDefault="0053038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K_K01</w:t>
            </w:r>
          </w:p>
          <w:p w14:paraId="3BDD18B2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  <w:p w14:paraId="2C09293A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D1E7B" w:rsidRPr="00183B36" w14:paraId="28475ACE" w14:textId="77777777" w:rsidTr="00C96B13">
        <w:tc>
          <w:tcPr>
            <w:tcW w:w="972" w:type="dxa"/>
          </w:tcPr>
          <w:p w14:paraId="0D5D6437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7171" w:type="dxa"/>
          </w:tcPr>
          <w:p w14:paraId="52DA429C" w14:textId="77777777" w:rsidR="005D1E7B" w:rsidRPr="006558C6" w:rsidRDefault="006558C6" w:rsidP="004B0E7F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student jest świadomy społecznego znaczenia zawodu prawnika. rozumie na czym polega rola pełnomocnika w sprawach cywilnych oraz zasady etyczne, które go obowiązują. równocześnie szanuje różne poglądy i postawy życiowe. dostrzega wagę kształtowania społecznej świadomości prawnej.</w:t>
            </w:r>
          </w:p>
        </w:tc>
        <w:tc>
          <w:tcPr>
            <w:tcW w:w="1603" w:type="dxa"/>
          </w:tcPr>
          <w:p w14:paraId="1A3A3018" w14:textId="77777777" w:rsidR="005D1E7B" w:rsidRPr="006558C6" w:rsidRDefault="005D1E7B" w:rsidP="006558C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</w:t>
            </w:r>
            <w:r w:rsidR="006558C6" w:rsidRPr="006558C6">
              <w:rPr>
                <w:rFonts w:ascii="Corbel" w:eastAsia="Times New Roman" w:hAnsi="Corbel"/>
                <w:szCs w:val="24"/>
                <w:lang w:eastAsia="pl-PL"/>
              </w:rPr>
              <w:t>K04</w:t>
            </w:r>
          </w:p>
          <w:p w14:paraId="4553BEE4" w14:textId="77777777" w:rsidR="006558C6" w:rsidRPr="006558C6" w:rsidRDefault="006558C6" w:rsidP="006558C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K_K05</w:t>
            </w:r>
          </w:p>
          <w:p w14:paraId="38CF172E" w14:textId="77777777" w:rsidR="006558C6" w:rsidRPr="006558C6" w:rsidRDefault="006558C6" w:rsidP="006558C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K_K06</w:t>
            </w:r>
          </w:p>
          <w:p w14:paraId="7BB91E31" w14:textId="77777777" w:rsidR="006558C6" w:rsidRPr="006558C6" w:rsidRDefault="006558C6" w:rsidP="006558C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K_K10</w:t>
            </w:r>
          </w:p>
          <w:p w14:paraId="07C83FE1" w14:textId="77777777" w:rsidR="006558C6" w:rsidRPr="006558C6" w:rsidRDefault="006558C6" w:rsidP="006558C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</w:tr>
      <w:tr w:rsidR="005D1E7B" w:rsidRPr="00183B36" w14:paraId="46877591" w14:textId="77777777" w:rsidTr="00C96B13">
        <w:tc>
          <w:tcPr>
            <w:tcW w:w="972" w:type="dxa"/>
          </w:tcPr>
          <w:p w14:paraId="54734FED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7171" w:type="dxa"/>
          </w:tcPr>
          <w:p w14:paraId="66CE0EB0" w14:textId="77777777" w:rsidR="005D1E7B" w:rsidRPr="006558C6" w:rsidRDefault="006558C6" w:rsidP="004B0E7F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 xml:space="preserve">student potrafi działać w sposób przedsiębiorczy oraz jest otwarty na zdobywanie nowych doświadczeń zawodowych. </w:t>
            </w:r>
          </w:p>
        </w:tc>
        <w:tc>
          <w:tcPr>
            <w:tcW w:w="1603" w:type="dxa"/>
          </w:tcPr>
          <w:p w14:paraId="0A165CBE" w14:textId="77777777" w:rsidR="006558C6" w:rsidRPr="006558C6" w:rsidRDefault="006558C6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K_K07</w:t>
            </w:r>
          </w:p>
          <w:p w14:paraId="16F0A098" w14:textId="77777777" w:rsidR="006558C6" w:rsidRPr="006558C6" w:rsidRDefault="006558C6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K_K08</w:t>
            </w:r>
          </w:p>
          <w:p w14:paraId="284DAA35" w14:textId="77777777" w:rsidR="006558C6" w:rsidRPr="006558C6" w:rsidRDefault="006558C6" w:rsidP="006558C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</w:tr>
      <w:tr w:rsidR="005D1E7B" w:rsidRPr="00183B36" w14:paraId="0C7AFD6E" w14:textId="77777777" w:rsidTr="00C96B13">
        <w:tc>
          <w:tcPr>
            <w:tcW w:w="972" w:type="dxa"/>
          </w:tcPr>
          <w:p w14:paraId="55B60BFF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171" w:type="dxa"/>
          </w:tcPr>
          <w:p w14:paraId="43F72B0D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603" w:type="dxa"/>
          </w:tcPr>
          <w:p w14:paraId="7C3B5D66" w14:textId="77777777" w:rsidR="005D1E7B" w:rsidRPr="006558C6" w:rsidRDefault="005D1E7B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655923A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BA7EF6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A57869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093434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24837C" w14:textId="77777777" w:rsidR="00333750" w:rsidRPr="00183B36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D508A9" w14:textId="77777777" w:rsidR="0085747A" w:rsidRPr="00183B3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>3.3</w:t>
      </w:r>
      <w:r w:rsidR="0085747A" w:rsidRPr="00183B36">
        <w:rPr>
          <w:rFonts w:ascii="Corbel" w:hAnsi="Corbel"/>
          <w:b/>
          <w:sz w:val="24"/>
          <w:szCs w:val="24"/>
        </w:rPr>
        <w:t>T</w:t>
      </w:r>
      <w:r w:rsidR="001D7B54" w:rsidRPr="00183B36">
        <w:rPr>
          <w:rFonts w:ascii="Corbel" w:hAnsi="Corbel"/>
          <w:b/>
          <w:sz w:val="24"/>
          <w:szCs w:val="24"/>
        </w:rPr>
        <w:t xml:space="preserve">reści programowe </w:t>
      </w:r>
    </w:p>
    <w:p w14:paraId="05BA025B" w14:textId="77777777" w:rsidR="00333750" w:rsidRPr="00333750" w:rsidRDefault="0085747A" w:rsidP="003337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Problematyka wykładu </w:t>
      </w:r>
    </w:p>
    <w:p w14:paraId="4BF9110F" w14:textId="77777777" w:rsidR="00333750" w:rsidRPr="00183B36" w:rsidRDefault="00333750" w:rsidP="003337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3750" w:rsidRPr="00183B36" w14:paraId="64BB92AC" w14:textId="77777777" w:rsidTr="004B0E7F">
        <w:tc>
          <w:tcPr>
            <w:tcW w:w="9639" w:type="dxa"/>
          </w:tcPr>
          <w:p w14:paraId="2D10488A" w14:textId="77777777" w:rsidR="00333750" w:rsidRPr="00183B36" w:rsidRDefault="00333750" w:rsidP="004B0E7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1AFB" w:rsidRPr="00183B36" w14:paraId="3857D121" w14:textId="77777777" w:rsidTr="004B0E7F">
        <w:tc>
          <w:tcPr>
            <w:tcW w:w="9639" w:type="dxa"/>
          </w:tcPr>
          <w:p w14:paraId="0AF6C7B3" w14:textId="77777777" w:rsidR="00C21AFB" w:rsidRPr="00B93413" w:rsidRDefault="00C21AFB" w:rsidP="004B0E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Zarys historii źródeł polskiego prawa cywilnego. Obowiązujące źródła prawa cywilnego. Pojęcie, przedmiot i systematyka prawa cywilnego. Obowiązywanie przepisów cywilnoprawnych w przestrzeni i w czasie</w:t>
            </w:r>
          </w:p>
        </w:tc>
      </w:tr>
      <w:tr w:rsidR="00C21AFB" w:rsidRPr="00183B36" w14:paraId="155336B5" w14:textId="77777777" w:rsidTr="004B0E7F">
        <w:tc>
          <w:tcPr>
            <w:tcW w:w="9639" w:type="dxa"/>
          </w:tcPr>
          <w:p w14:paraId="1BFEB42F" w14:textId="77777777" w:rsidR="00C21AFB" w:rsidRPr="00B93413" w:rsidRDefault="00C21AFB" w:rsidP="004B0E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Osoby fizyczne jako podmioty stosunków cywilnoprawnych: zdolność prawna osób fizycznych, zdolność prawna dziecka poczętego, zdolność do czynności prawnych, sądowe stwierdzenie zgonu i uznanie za zmarłego, miejsce zamieszkania</w:t>
            </w:r>
          </w:p>
        </w:tc>
      </w:tr>
      <w:tr w:rsidR="00C21AFB" w:rsidRPr="00183B36" w14:paraId="5CCD0B2B" w14:textId="77777777" w:rsidTr="004B0E7F">
        <w:tc>
          <w:tcPr>
            <w:tcW w:w="9639" w:type="dxa"/>
          </w:tcPr>
          <w:p w14:paraId="34668A1B" w14:textId="77777777" w:rsidR="00C21AFB" w:rsidRPr="00B93413" w:rsidRDefault="00C21AFB" w:rsidP="004B0E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Podmioty stosunków cywilnoprawnych nie będących osobami fizycznymi: osoby prawne, jednostki organizacyjne nie będące osobami prawnymi lecz posiadające zdolność prawną</w:t>
            </w:r>
          </w:p>
        </w:tc>
      </w:tr>
      <w:tr w:rsidR="00C21AFB" w:rsidRPr="00183B36" w14:paraId="433C8D12" w14:textId="77777777" w:rsidTr="004B0E7F">
        <w:tc>
          <w:tcPr>
            <w:tcW w:w="9639" w:type="dxa"/>
          </w:tcPr>
          <w:p w14:paraId="413256E6" w14:textId="77777777" w:rsidR="00C21AFB" w:rsidRPr="00B93413" w:rsidRDefault="00C21AFB" w:rsidP="004B0E7F">
            <w:pPr>
              <w:shd w:val="clear" w:color="auto" w:fill="FFFFFF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Zdarzenia prawne i stosunek cywilnoprawny: pojęcie i systematyka zdarzeń prawnych, elementy stosunku cywilnoprawnego</w:t>
            </w:r>
          </w:p>
        </w:tc>
      </w:tr>
      <w:tr w:rsidR="00C21AFB" w:rsidRPr="00183B36" w14:paraId="7112E190" w14:textId="77777777" w:rsidTr="004B0E7F">
        <w:tc>
          <w:tcPr>
            <w:tcW w:w="9639" w:type="dxa"/>
          </w:tcPr>
          <w:p w14:paraId="04FCCB60" w14:textId="77777777" w:rsidR="00C21AFB" w:rsidRPr="00B93413" w:rsidRDefault="00C21AFB" w:rsidP="00C21AFB">
            <w:pPr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Prawa podmiotowe: pojęcia i rodzaje praw podmiotowych, sposób</w:t>
            </w:r>
            <w:r>
              <w:rPr>
                <w:rFonts w:ascii="Times New Roman" w:hAnsi="Times New Roman"/>
              </w:rPr>
              <w:t xml:space="preserve"> </w:t>
            </w:r>
            <w:r w:rsidRPr="00B93413">
              <w:rPr>
                <w:rFonts w:ascii="Times New Roman" w:hAnsi="Times New Roman"/>
              </w:rPr>
              <w:t>nabycia i utraty praw podmiotowych, wykonywanie i nadużycie praw podmiotowych, kolizja praw podmiotowych</w:t>
            </w:r>
          </w:p>
        </w:tc>
      </w:tr>
      <w:tr w:rsidR="00C21AFB" w:rsidRPr="00183B36" w14:paraId="2C1CEECB" w14:textId="77777777" w:rsidTr="004B0E7F">
        <w:tc>
          <w:tcPr>
            <w:tcW w:w="9639" w:type="dxa"/>
          </w:tcPr>
          <w:p w14:paraId="7C643A49" w14:textId="77777777" w:rsidR="00C21AFB" w:rsidRPr="00B93413" w:rsidRDefault="00C21AFB" w:rsidP="00C21AFB">
            <w:pPr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 xml:space="preserve">Czynności prawne: pojęcie i rodzaje czynności prawnych, treść i forma czynności prawnych, wady oświadczeń woli, sankcje, sposoby i procedury zawierania umów </w:t>
            </w:r>
          </w:p>
        </w:tc>
      </w:tr>
      <w:tr w:rsidR="00C21AFB" w:rsidRPr="00183B36" w14:paraId="737E1E14" w14:textId="77777777" w:rsidTr="004B0E7F">
        <w:tc>
          <w:tcPr>
            <w:tcW w:w="9639" w:type="dxa"/>
          </w:tcPr>
          <w:p w14:paraId="6D01A75A" w14:textId="77777777" w:rsidR="00C21AFB" w:rsidRPr="00B93413" w:rsidRDefault="00C21AFB" w:rsidP="004B0E7F">
            <w:pPr>
              <w:pStyle w:val="Akapitzlist"/>
              <w:ind w:left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Przedstawicielstwo ze szczególnym uwzględnieniem pełnomocnictwa oraz problematyka dawności ze szczególnym uwzględnieniem przedawnienia roszczeń</w:t>
            </w:r>
          </w:p>
        </w:tc>
      </w:tr>
      <w:tr w:rsidR="00C21AFB" w:rsidRPr="00183B36" w14:paraId="7BE87EDB" w14:textId="77777777" w:rsidTr="004B0E7F">
        <w:tc>
          <w:tcPr>
            <w:tcW w:w="9639" w:type="dxa"/>
          </w:tcPr>
          <w:p w14:paraId="4854E52B" w14:textId="77777777" w:rsidR="00C21AFB" w:rsidRPr="00B93413" w:rsidRDefault="00C21AFB" w:rsidP="00C21AFB">
            <w:pPr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Pojęcie i źródła prawa rzeczowego oraz praw rzeczowych podmiotowych: prawo rzeczowe w znaczeniu w</w:t>
            </w:r>
            <w:r>
              <w:rPr>
                <w:rFonts w:ascii="Times New Roman" w:hAnsi="Times New Roman"/>
              </w:rPr>
              <w:t xml:space="preserve"> z</w:t>
            </w:r>
            <w:r w:rsidRPr="00B93413">
              <w:rPr>
                <w:rFonts w:ascii="Times New Roman" w:hAnsi="Times New Roman"/>
              </w:rPr>
              <w:t>naczeniu przedmiotowym i podmiotowym, ogólna charakterystyka i klasyfikacja praw rzeczowych podmiotowych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21AFB" w:rsidRPr="00183B36" w14:paraId="3618A02D" w14:textId="77777777" w:rsidTr="004B0E7F">
        <w:tc>
          <w:tcPr>
            <w:tcW w:w="9639" w:type="dxa"/>
          </w:tcPr>
          <w:p w14:paraId="21578867" w14:textId="77777777" w:rsidR="00C21AFB" w:rsidRPr="00B93413" w:rsidRDefault="00C21AFB" w:rsidP="004B0E7F">
            <w:pPr>
              <w:pStyle w:val="Akapitzlist"/>
              <w:ind w:left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Pojęcie i rodzaje własności. Treść i wykonywanie własności.</w:t>
            </w:r>
            <w:r w:rsidRPr="00B93413">
              <w:rPr>
                <w:rFonts w:ascii="Times New Roman" w:hAnsi="Times New Roman"/>
              </w:rPr>
              <w:cr/>
              <w:t>Nabycie i utrata własności.</w:t>
            </w:r>
          </w:p>
        </w:tc>
      </w:tr>
      <w:tr w:rsidR="00C21AFB" w:rsidRPr="00183B36" w14:paraId="5D9D249F" w14:textId="77777777" w:rsidTr="004B0E7F">
        <w:tc>
          <w:tcPr>
            <w:tcW w:w="9639" w:type="dxa"/>
          </w:tcPr>
          <w:p w14:paraId="69C5A022" w14:textId="77777777" w:rsidR="00C21AFB" w:rsidRPr="00B93413" w:rsidRDefault="00C21AFB" w:rsidP="004B0E7F">
            <w:pPr>
              <w:pStyle w:val="Akapitzlist"/>
              <w:ind w:left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Ochrona własności: roszczenie windykacyjne i negatoryjne, roszczenie uzupełniające, roszczenie z tytułu nakładów</w:t>
            </w:r>
          </w:p>
        </w:tc>
      </w:tr>
      <w:tr w:rsidR="00C21AFB" w:rsidRPr="00183B36" w14:paraId="4BCEC373" w14:textId="77777777" w:rsidTr="004B0E7F">
        <w:tc>
          <w:tcPr>
            <w:tcW w:w="9639" w:type="dxa"/>
          </w:tcPr>
          <w:p w14:paraId="7092D3A8" w14:textId="77777777" w:rsidR="00C21AFB" w:rsidRPr="00B93413" w:rsidRDefault="00C21AFB" w:rsidP="004B0E7F">
            <w:pPr>
              <w:pStyle w:val="Akapitzlist"/>
              <w:ind w:left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Użytkowanie wieczyste: pojęcie i funkcja społeczno- gospodarcza, nabycie i utrata, przekształcenia prawa użytkowania wieczystego w praw</w:t>
            </w:r>
            <w:r w:rsidRPr="00B93413">
              <w:rPr>
                <w:rFonts w:ascii="Times New Roman" w:hAnsi="Times New Roman"/>
              </w:rPr>
              <w:cr/>
              <w:t xml:space="preserve"> własności </w:t>
            </w:r>
          </w:p>
        </w:tc>
      </w:tr>
      <w:tr w:rsidR="00C21AFB" w:rsidRPr="00183B36" w14:paraId="1513B459" w14:textId="77777777" w:rsidTr="004B0E7F">
        <w:tc>
          <w:tcPr>
            <w:tcW w:w="9639" w:type="dxa"/>
          </w:tcPr>
          <w:p w14:paraId="562CF083" w14:textId="77777777" w:rsidR="00C21AFB" w:rsidRPr="00B93413" w:rsidRDefault="00C21AFB" w:rsidP="004B0E7F">
            <w:pPr>
              <w:pStyle w:val="Akapitzlist"/>
              <w:ind w:left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Prawa rzeczowe ograniczone: pojęcie i charakterystyka, rodzaje i funkcja społeczno- gospodarcza, powstanie i wygaśnięcie</w:t>
            </w:r>
          </w:p>
        </w:tc>
      </w:tr>
      <w:tr w:rsidR="00C21AFB" w:rsidRPr="00183B36" w14:paraId="37A3953B" w14:textId="77777777" w:rsidTr="004B0E7F">
        <w:tc>
          <w:tcPr>
            <w:tcW w:w="9639" w:type="dxa"/>
          </w:tcPr>
          <w:p w14:paraId="2FFA7D3F" w14:textId="77777777" w:rsidR="00C21AFB" w:rsidRPr="00B93413" w:rsidRDefault="00C21AFB" w:rsidP="004B0E7F">
            <w:pPr>
              <w:pStyle w:val="Akapitzlist"/>
              <w:ind w:left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 xml:space="preserve">Posiadanie: pojęcie, rodzaje, nabycie i utrata, domniemania związane z posiadaniem, ochrona posiadania </w:t>
            </w:r>
          </w:p>
        </w:tc>
      </w:tr>
      <w:tr w:rsidR="00C21AFB" w:rsidRPr="00183B36" w14:paraId="48E0A26A" w14:textId="77777777" w:rsidTr="004B0E7F">
        <w:tc>
          <w:tcPr>
            <w:tcW w:w="9639" w:type="dxa"/>
          </w:tcPr>
          <w:p w14:paraId="19A0CCE1" w14:textId="77777777" w:rsidR="00C21AFB" w:rsidRPr="00B93413" w:rsidRDefault="00C21AFB" w:rsidP="004B0E7F">
            <w:pPr>
              <w:pStyle w:val="Akapitzlist"/>
              <w:ind w:left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 xml:space="preserve">Księgi wieczyste: pojęcie, funkcja, domniemania związane z wpisem, rękojmia wiary publicznej ksiąg wieczystych </w:t>
            </w:r>
          </w:p>
        </w:tc>
      </w:tr>
      <w:tr w:rsidR="00C21AFB" w:rsidRPr="00183B36" w14:paraId="24D3785F" w14:textId="77777777" w:rsidTr="004B0E7F">
        <w:tc>
          <w:tcPr>
            <w:tcW w:w="9639" w:type="dxa"/>
          </w:tcPr>
          <w:p w14:paraId="6CC38BB4" w14:textId="77777777" w:rsidR="00C21AFB" w:rsidRPr="00B93413" w:rsidRDefault="00C21AFB" w:rsidP="004B0E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 xml:space="preserve">Zarys historii źródeł polskiego prawa cywilnego. Obowiązujące źródła prawa cywilnego. Pojęcie, przedmiot i systematyka prawa cywilnego. Obowiązywanie przepisów cywilnoprawnych w przestrzeni i </w:t>
            </w:r>
            <w:r w:rsidRPr="00B93413">
              <w:rPr>
                <w:rFonts w:ascii="Times New Roman" w:hAnsi="Times New Roman"/>
              </w:rPr>
              <w:lastRenderedPageBreak/>
              <w:t>w czasie</w:t>
            </w:r>
          </w:p>
        </w:tc>
      </w:tr>
    </w:tbl>
    <w:p w14:paraId="5FBD9147" w14:textId="77777777" w:rsidR="00333750" w:rsidRPr="00333750" w:rsidRDefault="00333750" w:rsidP="0033375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067B368D" w14:textId="77777777" w:rsidR="0085747A" w:rsidRPr="00183B3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3B36">
        <w:rPr>
          <w:rFonts w:ascii="Corbel" w:hAnsi="Corbel"/>
          <w:sz w:val="24"/>
          <w:szCs w:val="24"/>
        </w:rPr>
        <w:t xml:space="preserve">, </w:t>
      </w:r>
      <w:r w:rsidRPr="00183B36">
        <w:rPr>
          <w:rFonts w:ascii="Corbel" w:hAnsi="Corbel"/>
          <w:sz w:val="24"/>
          <w:szCs w:val="24"/>
        </w:rPr>
        <w:t xml:space="preserve">zajęć praktycznych </w:t>
      </w:r>
    </w:p>
    <w:p w14:paraId="3FE865F6" w14:textId="77777777" w:rsidR="0085747A" w:rsidRPr="00183B3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77CF7100" w14:textId="77777777" w:rsidTr="00923D7D">
        <w:tc>
          <w:tcPr>
            <w:tcW w:w="9639" w:type="dxa"/>
          </w:tcPr>
          <w:p w14:paraId="519C64AF" w14:textId="77777777" w:rsidR="0085747A" w:rsidRPr="00183B3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2842" w:rsidRPr="00183B36" w14:paraId="6450F341" w14:textId="77777777" w:rsidTr="00923D7D">
        <w:tc>
          <w:tcPr>
            <w:tcW w:w="9639" w:type="dxa"/>
          </w:tcPr>
          <w:p w14:paraId="6C2F0EA0" w14:textId="77777777" w:rsidR="00BF2842" w:rsidRPr="00B93413" w:rsidRDefault="00BF2842" w:rsidP="00BF28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Zajęcia teoretyczne połączone z rozwiązywaniem kazusów oraz przygotowaniem pism procesowych z zakresu: </w:t>
            </w:r>
            <w:r w:rsidRPr="00B93413">
              <w:rPr>
                <w:rFonts w:ascii="Times New Roman" w:hAnsi="Times New Roman"/>
              </w:rPr>
              <w:t>zd</w:t>
            </w:r>
            <w:r>
              <w:rPr>
                <w:rFonts w:ascii="Times New Roman" w:hAnsi="Times New Roman"/>
              </w:rPr>
              <w:t>olności prawnej osób fizycznych, zdolności</w:t>
            </w:r>
            <w:r w:rsidRPr="00B93413">
              <w:rPr>
                <w:rFonts w:ascii="Times New Roman" w:hAnsi="Times New Roman"/>
              </w:rPr>
              <w:t xml:space="preserve"> pr</w:t>
            </w:r>
            <w:r>
              <w:rPr>
                <w:rFonts w:ascii="Times New Roman" w:hAnsi="Times New Roman"/>
              </w:rPr>
              <w:t>awna dziecka poczętego, zdolności</w:t>
            </w:r>
            <w:r w:rsidRPr="00B93413">
              <w:rPr>
                <w:rFonts w:ascii="Times New Roman" w:hAnsi="Times New Roman"/>
              </w:rPr>
              <w:t xml:space="preserve"> do czynności prawnych, sądowe</w:t>
            </w:r>
            <w:r>
              <w:rPr>
                <w:rFonts w:ascii="Times New Roman" w:hAnsi="Times New Roman"/>
              </w:rPr>
              <w:t>go stwierdzenie zgonu i uznania za zmarłego, miejsca zamieszkania, podmiotów</w:t>
            </w:r>
            <w:r w:rsidRPr="00B93413">
              <w:rPr>
                <w:rFonts w:ascii="Times New Roman" w:hAnsi="Times New Roman"/>
              </w:rPr>
              <w:t xml:space="preserve"> stosunków cywilnoprawnych nie będących osobami fizycznymi: osoby prawne, jednostki organizacyjne nie będące osobami prawnymi lecz posiadające zdolność prawną.</w:t>
            </w:r>
          </w:p>
        </w:tc>
      </w:tr>
      <w:tr w:rsidR="00BF2842" w:rsidRPr="00183B36" w14:paraId="227EC51F" w14:textId="77777777" w:rsidTr="00923D7D">
        <w:tc>
          <w:tcPr>
            <w:tcW w:w="9639" w:type="dxa"/>
          </w:tcPr>
          <w:p w14:paraId="1090EA72" w14:textId="77777777" w:rsidR="00BF2842" w:rsidRPr="00BF2842" w:rsidRDefault="00EE36E3" w:rsidP="00EE36E3">
            <w:pPr>
              <w:rPr>
                <w:rFonts w:ascii="Times New Roman" w:hAnsi="Times New Roman"/>
                <w:highlight w:val="yellow"/>
              </w:rPr>
            </w:pPr>
            <w:r w:rsidRPr="00EE36E3">
              <w:rPr>
                <w:rFonts w:ascii="Times New Roman" w:hAnsi="Times New Roman"/>
              </w:rPr>
              <w:t>Zajęcia teoretyczne połączone z rozwiązywaniem kazusów oraz przygotowaniem pism procesowych z zakresu: praw podmiotowych - pojęcie</w:t>
            </w:r>
            <w:r w:rsidR="00BF2842" w:rsidRPr="00EE36E3">
              <w:rPr>
                <w:rFonts w:ascii="Times New Roman" w:hAnsi="Times New Roman"/>
              </w:rPr>
              <w:t xml:space="preserve"> i rodzaje praw podmiotowych, sposób nabycia i utraty praw podmiotowych, wykonywanie i nadużycie praw podmioto</w:t>
            </w:r>
            <w:r w:rsidRPr="00EE36E3">
              <w:rPr>
                <w:rFonts w:ascii="Times New Roman" w:hAnsi="Times New Roman"/>
              </w:rPr>
              <w:t>wych, kolizja praw podmiotowych; czynności prawnych -</w:t>
            </w:r>
            <w:r w:rsidR="00BF2842" w:rsidRPr="00EE36E3">
              <w:rPr>
                <w:rFonts w:ascii="Times New Roman" w:hAnsi="Times New Roman"/>
              </w:rPr>
              <w:t xml:space="preserve"> pojęcie i rodzaje czynności prawnych, treść i forma czynności prawnych, wady oświadczeń woli, sankcje, sposoby i procedury z</w:t>
            </w:r>
            <w:r w:rsidRPr="00EE36E3">
              <w:rPr>
                <w:rFonts w:ascii="Times New Roman" w:hAnsi="Times New Roman"/>
              </w:rPr>
              <w:t>awierania umów; przedstawicielstwa,</w:t>
            </w:r>
            <w:r w:rsidR="00BF2842" w:rsidRPr="00EE36E3">
              <w:rPr>
                <w:rFonts w:ascii="Times New Roman" w:hAnsi="Times New Roman"/>
              </w:rPr>
              <w:t xml:space="preserve"> ze szczególnym uwzględnieniem pełnomocnictwa oraz problematyka dawności ze szczególnym uwzględnieniem przedawnienia roszczeń.</w:t>
            </w:r>
          </w:p>
        </w:tc>
      </w:tr>
      <w:tr w:rsidR="00BF2842" w:rsidRPr="00183B36" w14:paraId="301A544F" w14:textId="77777777" w:rsidTr="00923D7D">
        <w:tc>
          <w:tcPr>
            <w:tcW w:w="9639" w:type="dxa"/>
          </w:tcPr>
          <w:p w14:paraId="745D0875" w14:textId="77777777" w:rsidR="00BF2842" w:rsidRPr="00EE36E3" w:rsidRDefault="00EE36E3" w:rsidP="00EE36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Zajęcia teoretyczne połączone z rozwiązywaniem kazusów oraz przygotowaniem pism procesowych z zakresu</w:t>
            </w:r>
            <w:r w:rsidRPr="00EE36E3">
              <w:rPr>
                <w:rFonts w:ascii="Times New Roman" w:hAnsi="Times New Roman"/>
              </w:rPr>
              <w:t>: Treści i wykonywania prawa własności oraz nabycia i utraty</w:t>
            </w:r>
            <w:r w:rsidR="00BF2842" w:rsidRPr="00EE36E3">
              <w:rPr>
                <w:rFonts w:ascii="Times New Roman" w:hAnsi="Times New Roman"/>
              </w:rPr>
              <w:t xml:space="preserve"> własności</w:t>
            </w:r>
            <w:r w:rsidRPr="00EE36E3">
              <w:rPr>
                <w:rFonts w:ascii="Times New Roman" w:hAnsi="Times New Roman"/>
              </w:rPr>
              <w:t>; Ochrony</w:t>
            </w:r>
            <w:r>
              <w:rPr>
                <w:rFonts w:ascii="Times New Roman" w:hAnsi="Times New Roman"/>
              </w:rPr>
              <w:t xml:space="preserve"> własności -</w:t>
            </w:r>
            <w:r w:rsidRPr="00EE36E3">
              <w:rPr>
                <w:rFonts w:ascii="Times New Roman" w:hAnsi="Times New Roman"/>
              </w:rPr>
              <w:t xml:space="preserve"> roszczenie windykacyjne i negatoryjne, roszczenie uzupełniające, roszczenie z tytułu nakładów. Użytkowanie wieczyste: pojęcie i funkcja społeczno- gospodarcza, nabycie i utrata, przekształcenia prawa użytkowania wieczystego w prawo własności.</w:t>
            </w:r>
          </w:p>
        </w:tc>
      </w:tr>
      <w:tr w:rsidR="00BF2842" w:rsidRPr="00183B36" w14:paraId="7D98E76C" w14:textId="77777777" w:rsidTr="00923D7D">
        <w:tc>
          <w:tcPr>
            <w:tcW w:w="9639" w:type="dxa"/>
          </w:tcPr>
          <w:p w14:paraId="7D213270" w14:textId="77777777" w:rsidR="00BF2842" w:rsidRPr="00BF2842" w:rsidRDefault="00EE36E3" w:rsidP="004B0E7F">
            <w:pPr>
              <w:pStyle w:val="Akapitzlist"/>
              <w:ind w:left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Zajęcia teoretyczne połączone z rozwiązywaniem kazusów oraz przygotowaniem pism procesowych z zakresu</w:t>
            </w:r>
            <w:r w:rsidRPr="00EE36E3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ograniczonych praw rzeczowych oraz posiadania, w tym domniemań związanych z posiadanem, jak również ochroną posiadania.</w:t>
            </w:r>
          </w:p>
        </w:tc>
      </w:tr>
      <w:tr w:rsidR="00BF2842" w:rsidRPr="00183B36" w14:paraId="224A0C70" w14:textId="77777777" w:rsidTr="00923D7D">
        <w:tc>
          <w:tcPr>
            <w:tcW w:w="9639" w:type="dxa"/>
          </w:tcPr>
          <w:p w14:paraId="6DF31A6F" w14:textId="77777777" w:rsidR="00BF2842" w:rsidRPr="00BF2842" w:rsidRDefault="00EE36E3" w:rsidP="004B0E7F">
            <w:pPr>
              <w:pStyle w:val="Akapitzlist"/>
              <w:ind w:left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Zajęcia teoretyczne połączone z rozwiązywaniem kazusów oraz przygotowaniem pism procesowych z zakresu ksiąg wieczystych. Domniemania związane z wpisem w księdze wieczystej, rękojmia wiary publicznej ksiąg wieczystych. Analiza przykładowych ksiąg wieczystych.</w:t>
            </w:r>
          </w:p>
        </w:tc>
      </w:tr>
      <w:tr w:rsidR="00BF2842" w:rsidRPr="00183B36" w14:paraId="612D898C" w14:textId="77777777" w:rsidTr="00923D7D">
        <w:tc>
          <w:tcPr>
            <w:tcW w:w="9639" w:type="dxa"/>
          </w:tcPr>
          <w:p w14:paraId="0DCBDEC3" w14:textId="77777777" w:rsidR="00BF2842" w:rsidRPr="00BF2842" w:rsidRDefault="00BF2842" w:rsidP="004B0E7F">
            <w:pPr>
              <w:pStyle w:val="Akapitzlist"/>
              <w:ind w:left="0"/>
              <w:rPr>
                <w:rFonts w:ascii="Times New Roman" w:hAnsi="Times New Roman"/>
                <w:highlight w:val="yellow"/>
              </w:rPr>
            </w:pPr>
          </w:p>
        </w:tc>
      </w:tr>
    </w:tbl>
    <w:p w14:paraId="2B02AE3B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E2D644" w14:textId="77777777" w:rsidR="0085747A" w:rsidRPr="00183B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3.4 Metody dydaktyczne</w:t>
      </w:r>
    </w:p>
    <w:p w14:paraId="3942B776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84EBA7" w14:textId="77777777" w:rsidR="00E21E7D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83B36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83B36">
        <w:rPr>
          <w:rFonts w:ascii="Corbel" w:hAnsi="Corbel"/>
          <w:sz w:val="20"/>
          <w:szCs w:val="20"/>
        </w:rPr>
        <w:t>.:</w:t>
      </w:r>
    </w:p>
    <w:p w14:paraId="395151F1" w14:textId="77777777" w:rsidR="00153C41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83B36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FC15015" w14:textId="77777777" w:rsidR="00153C41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62A250C" w14:textId="77777777" w:rsidR="0085747A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09DC1B19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84A79" w14:textId="77777777" w:rsidR="00E960BB" w:rsidRPr="00183B36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multimedialną,</w:t>
      </w:r>
    </w:p>
    <w:p w14:paraId="451DED3B" w14:textId="77777777" w:rsidR="00E960BB" w:rsidRPr="00183B36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 problemowy, </w:t>
      </w:r>
      <w:r w:rsidRPr="00183B36">
        <w:rPr>
          <w:rFonts w:ascii="Corbel" w:hAnsi="Corbel"/>
          <w:b w:val="0"/>
          <w:i/>
          <w:smallCaps w:val="0"/>
          <w:sz w:val="20"/>
          <w:szCs w:val="20"/>
        </w:rPr>
        <w:t>analiza tekstów z dyskusją,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pisanie pism procesowych</w:t>
      </w:r>
    </w:p>
    <w:p w14:paraId="2822D224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E48385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967A5C" w14:textId="77777777" w:rsidR="0085747A" w:rsidRPr="00183B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 </w:t>
      </w:r>
      <w:r w:rsidR="0085747A" w:rsidRPr="00183B36">
        <w:rPr>
          <w:rFonts w:ascii="Corbel" w:hAnsi="Corbel"/>
          <w:smallCaps w:val="0"/>
          <w:szCs w:val="24"/>
        </w:rPr>
        <w:t>METODY I KRYTERIA OCENY</w:t>
      </w:r>
    </w:p>
    <w:p w14:paraId="26E0C442" w14:textId="77777777" w:rsidR="00923D7D" w:rsidRPr="00183B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D5F198" w14:textId="77777777" w:rsidR="0085747A" w:rsidRPr="00183B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183B36">
        <w:rPr>
          <w:rFonts w:ascii="Corbel" w:hAnsi="Corbel"/>
          <w:smallCaps w:val="0"/>
          <w:szCs w:val="24"/>
        </w:rPr>
        <w:t>uczenia się</w:t>
      </w:r>
    </w:p>
    <w:p w14:paraId="05A210FD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83B36" w14:paraId="546D7BC8" w14:textId="77777777" w:rsidTr="00C05F44">
        <w:tc>
          <w:tcPr>
            <w:tcW w:w="1985" w:type="dxa"/>
            <w:vAlign w:val="center"/>
          </w:tcPr>
          <w:p w14:paraId="3572794D" w14:textId="77777777" w:rsidR="0085747A" w:rsidRPr="00183B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A44C14" w14:textId="77777777" w:rsidR="0085747A" w:rsidRPr="00183B3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1074B38" w14:textId="77777777" w:rsidR="0085747A" w:rsidRPr="00183B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DD86C7" w14:textId="77777777" w:rsidR="00923D7D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883532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94537" w:rsidRPr="00183B36" w14:paraId="7713696A" w14:textId="77777777" w:rsidTr="00C05F44">
        <w:tc>
          <w:tcPr>
            <w:tcW w:w="1985" w:type="dxa"/>
          </w:tcPr>
          <w:p w14:paraId="07327F7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37511A4D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3D6AD18B" w14:textId="77777777" w:rsid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5F5859B" w14:textId="77777777" w:rsidR="00794537" w:rsidRPr="00183B36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607DB70D" w14:textId="77777777" w:rsidTr="00C05F44">
        <w:tc>
          <w:tcPr>
            <w:tcW w:w="1985" w:type="dxa"/>
          </w:tcPr>
          <w:p w14:paraId="3EC00D1B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68C3998D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32E6A0C6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4B28AA5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27F69092" w14:textId="77777777" w:rsidTr="00C05F44">
        <w:tc>
          <w:tcPr>
            <w:tcW w:w="1985" w:type="dxa"/>
          </w:tcPr>
          <w:p w14:paraId="51E46921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42A1F70C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5A8F5BF4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8C77C40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44E89AF9" w14:textId="77777777" w:rsidTr="00C05F44">
        <w:tc>
          <w:tcPr>
            <w:tcW w:w="1985" w:type="dxa"/>
          </w:tcPr>
          <w:p w14:paraId="39150B67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77634A80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372E19C5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E9F6B69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4D89829B" w14:textId="77777777" w:rsidTr="00C05F44">
        <w:tc>
          <w:tcPr>
            <w:tcW w:w="1985" w:type="dxa"/>
          </w:tcPr>
          <w:p w14:paraId="2A8E17CD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2833E90B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6A800F1B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DD05CEB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4B0F5956" w14:textId="77777777" w:rsidTr="00C05F44">
        <w:tc>
          <w:tcPr>
            <w:tcW w:w="1985" w:type="dxa"/>
          </w:tcPr>
          <w:p w14:paraId="2F6448FB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35508267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6CA76C40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6DF0D459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736CEA92" w14:textId="77777777" w:rsidTr="00C05F44">
        <w:tc>
          <w:tcPr>
            <w:tcW w:w="1985" w:type="dxa"/>
          </w:tcPr>
          <w:p w14:paraId="26E30D96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528" w:type="dxa"/>
          </w:tcPr>
          <w:p w14:paraId="6F8D090F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10A16EED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1C2931EC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183EC4D7" w14:textId="77777777" w:rsidTr="00C05F44">
        <w:tc>
          <w:tcPr>
            <w:tcW w:w="1985" w:type="dxa"/>
          </w:tcPr>
          <w:p w14:paraId="346FD9F4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528" w:type="dxa"/>
          </w:tcPr>
          <w:p w14:paraId="4209234F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739C53FB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F4EAC8F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3A2337B4" w14:textId="77777777" w:rsidTr="00C05F44">
        <w:tc>
          <w:tcPr>
            <w:tcW w:w="1985" w:type="dxa"/>
          </w:tcPr>
          <w:p w14:paraId="3B122C3F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5528" w:type="dxa"/>
          </w:tcPr>
          <w:p w14:paraId="433832F2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5E074162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76433C7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98608B5" w14:textId="77777777" w:rsidTr="00C05F44">
        <w:tc>
          <w:tcPr>
            <w:tcW w:w="1985" w:type="dxa"/>
          </w:tcPr>
          <w:p w14:paraId="741CC922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528" w:type="dxa"/>
          </w:tcPr>
          <w:p w14:paraId="0F5D07E7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7F04E7C7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A3CCCB4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2A2249F8" w14:textId="77777777" w:rsidTr="00C05F44">
        <w:tc>
          <w:tcPr>
            <w:tcW w:w="1985" w:type="dxa"/>
          </w:tcPr>
          <w:p w14:paraId="7608D035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528" w:type="dxa"/>
          </w:tcPr>
          <w:p w14:paraId="4B2873E5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69F2EEBB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27BD7445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6A9493CE" w14:textId="77777777" w:rsidTr="00C05F44">
        <w:tc>
          <w:tcPr>
            <w:tcW w:w="1985" w:type="dxa"/>
          </w:tcPr>
          <w:p w14:paraId="007C6CD7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528" w:type="dxa"/>
          </w:tcPr>
          <w:p w14:paraId="40681AFE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74E06687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FCA2FB1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41FAF08B" w14:textId="77777777" w:rsidTr="00C05F44">
        <w:tc>
          <w:tcPr>
            <w:tcW w:w="1985" w:type="dxa"/>
          </w:tcPr>
          <w:p w14:paraId="60F7455D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5528" w:type="dxa"/>
          </w:tcPr>
          <w:p w14:paraId="092CE079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19AC33B6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E4897F8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66E6F604" w14:textId="77777777" w:rsidTr="00C05F44">
        <w:tc>
          <w:tcPr>
            <w:tcW w:w="1985" w:type="dxa"/>
          </w:tcPr>
          <w:p w14:paraId="52EACA41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5528" w:type="dxa"/>
          </w:tcPr>
          <w:p w14:paraId="145DFD94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74D5C1B2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774CCF0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4578E7B2" w14:textId="77777777" w:rsidR="00923D7D" w:rsidRPr="00183B3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5D7540" w14:textId="77777777" w:rsidR="0085747A" w:rsidRPr="00183B3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4.2 </w:t>
      </w:r>
      <w:r w:rsidR="0085747A" w:rsidRPr="00183B36">
        <w:rPr>
          <w:rFonts w:ascii="Corbel" w:hAnsi="Corbel"/>
          <w:smallCaps w:val="0"/>
          <w:szCs w:val="24"/>
        </w:rPr>
        <w:t>Warunki zaliczenia przedmiotu (kryteria oceniania)</w:t>
      </w:r>
    </w:p>
    <w:p w14:paraId="7E67ED11" w14:textId="77777777" w:rsidR="00923D7D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4E292083" w14:textId="77777777" w:rsidTr="00923D7D">
        <w:tc>
          <w:tcPr>
            <w:tcW w:w="9670" w:type="dxa"/>
          </w:tcPr>
          <w:p w14:paraId="73FE96B0" w14:textId="77777777" w:rsidR="0085747A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ćwiczeń jest zależna od wyniku kolokwiów.</w:t>
            </w:r>
          </w:p>
          <w:p w14:paraId="08E7E556" w14:textId="77777777" w:rsidR="00923D7D" w:rsidRPr="00183B36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egzaminu jest zależna od wyniku testu.</w:t>
            </w:r>
          </w:p>
          <w:p w14:paraId="4355D069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AD12FA9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1E39B6" w14:textId="77777777" w:rsidR="009F4610" w:rsidRPr="00183B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5. </w:t>
      </w:r>
      <w:r w:rsidR="00C61DC5" w:rsidRPr="00183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98FAB9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83B36" w14:paraId="2FB5B2A8" w14:textId="77777777" w:rsidTr="003E1941">
        <w:tc>
          <w:tcPr>
            <w:tcW w:w="4962" w:type="dxa"/>
            <w:vAlign w:val="center"/>
          </w:tcPr>
          <w:p w14:paraId="77D74B7E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781B22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83B36" w14:paraId="052E891F" w14:textId="77777777" w:rsidTr="00923D7D">
        <w:tc>
          <w:tcPr>
            <w:tcW w:w="4962" w:type="dxa"/>
          </w:tcPr>
          <w:p w14:paraId="68939F8F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83B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83B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183B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5D2A90" w14:textId="77777777" w:rsidR="0085747A" w:rsidRDefault="00EF5FF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4B368238" w14:textId="77777777" w:rsidR="00EF5FF3" w:rsidRPr="00183B36" w:rsidRDefault="00EF5FF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(wykład 60 godzin, ćwiczenia 12 godzin)</w:t>
            </w:r>
          </w:p>
        </w:tc>
      </w:tr>
      <w:tr w:rsidR="00C61DC5" w:rsidRPr="00183B36" w14:paraId="6181A5B6" w14:textId="77777777" w:rsidTr="00923D7D">
        <w:tc>
          <w:tcPr>
            <w:tcW w:w="4962" w:type="dxa"/>
          </w:tcPr>
          <w:p w14:paraId="654F2E85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9B8905D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288716C7" w14:textId="77777777" w:rsidR="00C61DC5" w:rsidRPr="00183B36" w:rsidRDefault="00EF5FF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</w:p>
        </w:tc>
      </w:tr>
      <w:tr w:rsidR="00C61DC5" w:rsidRPr="00183B36" w14:paraId="64D23FAF" w14:textId="77777777" w:rsidTr="00923D7D">
        <w:tc>
          <w:tcPr>
            <w:tcW w:w="4962" w:type="dxa"/>
          </w:tcPr>
          <w:p w14:paraId="45BF13A7" w14:textId="77777777" w:rsidR="0071620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E61D405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0FA24E" w14:textId="77777777" w:rsidR="00C61DC5" w:rsidRPr="00183B36" w:rsidRDefault="00EF5FF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113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85747A" w:rsidRPr="00183B36" w14:paraId="1376C5E2" w14:textId="77777777" w:rsidTr="00923D7D">
        <w:tc>
          <w:tcPr>
            <w:tcW w:w="4962" w:type="dxa"/>
          </w:tcPr>
          <w:p w14:paraId="70E20300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99FC74" w14:textId="77777777" w:rsidR="0085747A" w:rsidRPr="00183B36" w:rsidRDefault="00EF5FF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189</w:t>
            </w:r>
          </w:p>
        </w:tc>
      </w:tr>
      <w:tr w:rsidR="0085747A" w:rsidRPr="00183B36" w14:paraId="3F4375D3" w14:textId="77777777" w:rsidTr="00923D7D">
        <w:tc>
          <w:tcPr>
            <w:tcW w:w="4962" w:type="dxa"/>
          </w:tcPr>
          <w:p w14:paraId="4E923D7A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B4D4B02" w14:textId="77777777" w:rsidR="0085747A" w:rsidRPr="00183B36" w:rsidRDefault="00EF5FF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1A0C0149" w14:textId="77777777" w:rsidR="0085747A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3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A1AFF" w14:textId="77777777" w:rsidR="003E1941" w:rsidRPr="00183B3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A7B70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6. </w:t>
      </w:r>
      <w:r w:rsidR="0085747A" w:rsidRPr="00183B36">
        <w:rPr>
          <w:rFonts w:ascii="Corbel" w:hAnsi="Corbel"/>
          <w:smallCaps w:val="0"/>
          <w:szCs w:val="24"/>
        </w:rPr>
        <w:t>PRAKTYKI ZAWODOWE W RAMACH PRZEDMIOTU/ MODUŁU</w:t>
      </w:r>
    </w:p>
    <w:p w14:paraId="152E2027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83B36" w14:paraId="7898D59C" w14:textId="77777777" w:rsidTr="0071620A">
        <w:trPr>
          <w:trHeight w:val="397"/>
        </w:trPr>
        <w:tc>
          <w:tcPr>
            <w:tcW w:w="3544" w:type="dxa"/>
          </w:tcPr>
          <w:p w14:paraId="25942EF1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0D9A4EC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83B36" w14:paraId="784F08A4" w14:textId="77777777" w:rsidTr="0071620A">
        <w:trPr>
          <w:trHeight w:val="397"/>
        </w:trPr>
        <w:tc>
          <w:tcPr>
            <w:tcW w:w="3544" w:type="dxa"/>
          </w:tcPr>
          <w:p w14:paraId="1A47C6BF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A057A4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0B622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C165A2" w14:textId="77777777" w:rsidR="00BE5AC8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64CE2B" w14:textId="77777777" w:rsidR="00BE5AC8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462B0C" w14:textId="77777777" w:rsidR="00BE5AC8" w:rsidRPr="00183B36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EE6D10" w14:textId="77777777" w:rsidR="0085747A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7. </w:t>
      </w:r>
      <w:r w:rsidR="0085747A" w:rsidRPr="00183B36">
        <w:rPr>
          <w:rFonts w:ascii="Corbel" w:hAnsi="Corbel"/>
          <w:smallCaps w:val="0"/>
          <w:szCs w:val="24"/>
        </w:rPr>
        <w:t>LITERATURA</w:t>
      </w:r>
    </w:p>
    <w:p w14:paraId="3DDAC279" w14:textId="77777777" w:rsidR="00675843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83B36" w14:paraId="6B6ED59F" w14:textId="77777777" w:rsidTr="0071620A">
        <w:trPr>
          <w:trHeight w:val="397"/>
        </w:trPr>
        <w:tc>
          <w:tcPr>
            <w:tcW w:w="7513" w:type="dxa"/>
          </w:tcPr>
          <w:p w14:paraId="0C6376A0" w14:textId="77777777" w:rsidR="0085747A" w:rsidRPr="00BE5A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E5AC8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5ECA835B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Podręczniki: </w:t>
            </w:r>
          </w:p>
          <w:p w14:paraId="1A1E32D8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J.Ignatowicz, M.Nazar,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13915AD1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 F. Strzebinczyk,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4A55CF4E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T. Smyczyński,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 xml:space="preserve">, Warszawa 2018  </w:t>
            </w:r>
          </w:p>
          <w:p w14:paraId="58FEB2D5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14:paraId="3E1F8ADE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Akty prawne:</w:t>
            </w:r>
          </w:p>
          <w:p w14:paraId="5B1F394B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rodzinny i opiekuńczy z dnia 25 lutego 1964 – Dz.U. z 1964, Nr 9, poz. 59 ze zm.</w:t>
            </w:r>
          </w:p>
          <w:p w14:paraId="57E5D97F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cywilny z dnia 23 kwietnia 1964 – Dz.U. z 1964, Nr 16, poz. 93 ze zm.</w:t>
            </w:r>
          </w:p>
          <w:p w14:paraId="27D5C284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postępowania cywilnego z dnia 17 listopada 1964 – Dz.U.z 1964, Nr43, poz.296 ze zm.</w:t>
            </w:r>
          </w:p>
          <w:p w14:paraId="4E941293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prawo o aktach stanu cywilnego z dnia 28 listopada 2014 – Dz.U.z 2014, poz. 1741 ze zm.</w:t>
            </w:r>
          </w:p>
          <w:p w14:paraId="21997C54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o wspieraniu rodziny i systemie pieczy zastępczej z dnia 9 czerwca 2011 r., Dz. 2011 nr 149 poz. 887 ze zm.</w:t>
            </w:r>
          </w:p>
          <w:p w14:paraId="18435DB6" w14:textId="77777777" w:rsidR="00BE5AC8" w:rsidRPr="00BE5AC8" w:rsidRDefault="00BE5AC8" w:rsidP="00BE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E5AC8">
              <w:rPr>
                <w:rFonts w:ascii="Corbel" w:eastAsia="Cambria" w:hAnsi="Corbel"/>
                <w:b w:val="0"/>
                <w:smallCaps w:val="0"/>
                <w:sz w:val="22"/>
              </w:rPr>
              <w:t>- Ustawa o leczeniu niepłodności z dnia 25 czerwca 2015 r., Dz. U. z 2015, poz. 1087.</w:t>
            </w:r>
          </w:p>
        </w:tc>
      </w:tr>
      <w:tr w:rsidR="0085747A" w:rsidRPr="00183B36" w14:paraId="75A09E57" w14:textId="77777777" w:rsidTr="0071620A">
        <w:trPr>
          <w:trHeight w:val="397"/>
        </w:trPr>
        <w:tc>
          <w:tcPr>
            <w:tcW w:w="7513" w:type="dxa"/>
          </w:tcPr>
          <w:p w14:paraId="1606320B" w14:textId="77777777" w:rsidR="0085747A" w:rsidRPr="00BE5A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E5AC8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06BA9E73" w14:textId="77777777" w:rsidR="000255BB" w:rsidRDefault="00B67AE5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System prawa prywatnego, t. 1, </w:t>
            </w:r>
            <w:r>
              <w:rPr>
                <w:rFonts w:ascii="Corbel" w:eastAsia="Cambria" w:hAnsi="Corbel"/>
              </w:rPr>
              <w:t>red. M. Safjan, Warszawa 2012,</w:t>
            </w:r>
          </w:p>
          <w:p w14:paraId="405D5C12" w14:textId="77777777" w:rsidR="00B67AE5" w:rsidRDefault="00B67AE5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>System prawa prywatnego, t. 2.,</w:t>
            </w:r>
            <w:r>
              <w:rPr>
                <w:rFonts w:ascii="Corbel" w:eastAsia="Cambria" w:hAnsi="Corbel"/>
              </w:rPr>
              <w:t xml:space="preserve"> red. Z. Radwański, Warszawa 2008,</w:t>
            </w:r>
          </w:p>
          <w:p w14:paraId="58A20484" w14:textId="77777777" w:rsidR="00B67AE5" w:rsidRDefault="00B67AE5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System prawa prywatnego, t. 3., </w:t>
            </w:r>
            <w:r>
              <w:rPr>
                <w:rFonts w:ascii="Corbel" w:eastAsia="Cambria" w:hAnsi="Corbel"/>
              </w:rPr>
              <w:t>red. E. Gniewek, Warszawa 2013,</w:t>
            </w:r>
          </w:p>
          <w:p w14:paraId="5A941DF5" w14:textId="77777777" w:rsidR="00B67AE5" w:rsidRDefault="00B67AE5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>Kodeks cywilny, t. I,  Komentarz do art. 1-449</w:t>
            </w:r>
            <w:r>
              <w:rPr>
                <w:rFonts w:ascii="Corbel" w:eastAsia="Cambria" w:hAnsi="Corbel"/>
                <w:i/>
                <w:vertAlign w:val="superscript"/>
              </w:rPr>
              <w:t>11</w:t>
            </w:r>
            <w:r>
              <w:rPr>
                <w:rFonts w:ascii="Corbel" w:eastAsia="Cambria" w:hAnsi="Corbel"/>
                <w:i/>
              </w:rPr>
              <w:t xml:space="preserve">, </w:t>
            </w:r>
            <w:r>
              <w:rPr>
                <w:rFonts w:ascii="Corbel" w:eastAsia="Cambria" w:hAnsi="Corbel"/>
              </w:rPr>
              <w:t>red. M. Gutowski, Warszawa 2016,</w:t>
            </w:r>
          </w:p>
          <w:p w14:paraId="7F4E3051" w14:textId="77777777" w:rsidR="00B67AE5" w:rsidRPr="00BE5AC8" w:rsidRDefault="00B67AE5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Kodeks cywilny. Komentarz, </w:t>
            </w:r>
            <w:r>
              <w:rPr>
                <w:rFonts w:ascii="Corbel" w:eastAsia="Cambria" w:hAnsi="Corbel"/>
              </w:rPr>
              <w:t>red. E. Gniewek, P. Machnikowski, Warszawa 2017.</w:t>
            </w:r>
          </w:p>
        </w:tc>
      </w:tr>
    </w:tbl>
    <w:p w14:paraId="2DE766D1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603978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896665" w14:textId="77777777" w:rsidR="0085747A" w:rsidRPr="00183B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3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3B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55F36" w14:textId="77777777" w:rsidR="00CD39AC" w:rsidRDefault="00CD39AC" w:rsidP="00C16ABF">
      <w:pPr>
        <w:spacing w:after="0" w:line="240" w:lineRule="auto"/>
      </w:pPr>
      <w:r>
        <w:separator/>
      </w:r>
    </w:p>
  </w:endnote>
  <w:endnote w:type="continuationSeparator" w:id="0">
    <w:p w14:paraId="419F349B" w14:textId="77777777" w:rsidR="00CD39AC" w:rsidRDefault="00CD39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2AEB8" w14:textId="77777777" w:rsidR="00CD39AC" w:rsidRDefault="00CD39AC" w:rsidP="00C16ABF">
      <w:pPr>
        <w:spacing w:after="0" w:line="240" w:lineRule="auto"/>
      </w:pPr>
      <w:r>
        <w:separator/>
      </w:r>
    </w:p>
  </w:footnote>
  <w:footnote w:type="continuationSeparator" w:id="0">
    <w:p w14:paraId="0EB43D6B" w14:textId="77777777" w:rsidR="00CD39AC" w:rsidRDefault="00CD39AC" w:rsidP="00C16ABF">
      <w:pPr>
        <w:spacing w:after="0" w:line="240" w:lineRule="auto"/>
      </w:pPr>
      <w:r>
        <w:continuationSeparator/>
      </w:r>
    </w:p>
  </w:footnote>
  <w:footnote w:id="1">
    <w:p w14:paraId="52AEB93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4355D"/>
    <w:multiLevelType w:val="hybridMultilevel"/>
    <w:tmpl w:val="7D546752"/>
    <w:lvl w:ilvl="0" w:tplc="3832343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8197649">
    <w:abstractNumId w:val="1"/>
  </w:num>
  <w:num w:numId="2" w16cid:durableId="110986133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C2"/>
    <w:rsid w:val="00015B8F"/>
    <w:rsid w:val="00022ECE"/>
    <w:rsid w:val="000255BB"/>
    <w:rsid w:val="00042A51"/>
    <w:rsid w:val="00042D2E"/>
    <w:rsid w:val="00044C82"/>
    <w:rsid w:val="00055FD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570"/>
    <w:rsid w:val="001718A7"/>
    <w:rsid w:val="001737CF"/>
    <w:rsid w:val="00176083"/>
    <w:rsid w:val="00183B36"/>
    <w:rsid w:val="00190B82"/>
    <w:rsid w:val="00192F37"/>
    <w:rsid w:val="001A70D2"/>
    <w:rsid w:val="001D657B"/>
    <w:rsid w:val="001D7B54"/>
    <w:rsid w:val="001E0209"/>
    <w:rsid w:val="001F2CA2"/>
    <w:rsid w:val="00203F7A"/>
    <w:rsid w:val="002144C0"/>
    <w:rsid w:val="002211BD"/>
    <w:rsid w:val="0022477D"/>
    <w:rsid w:val="002278A9"/>
    <w:rsid w:val="002336F9"/>
    <w:rsid w:val="0024028F"/>
    <w:rsid w:val="00244ABC"/>
    <w:rsid w:val="00244CBE"/>
    <w:rsid w:val="00281FF2"/>
    <w:rsid w:val="002857DE"/>
    <w:rsid w:val="00291567"/>
    <w:rsid w:val="002A22BF"/>
    <w:rsid w:val="002A2389"/>
    <w:rsid w:val="002A671D"/>
    <w:rsid w:val="002A7EE2"/>
    <w:rsid w:val="002B4D55"/>
    <w:rsid w:val="002B5EA0"/>
    <w:rsid w:val="002B6119"/>
    <w:rsid w:val="002C1F06"/>
    <w:rsid w:val="002D3375"/>
    <w:rsid w:val="002D73D4"/>
    <w:rsid w:val="002E7FC8"/>
    <w:rsid w:val="002F02A3"/>
    <w:rsid w:val="002F4ABE"/>
    <w:rsid w:val="003018BA"/>
    <w:rsid w:val="0030395F"/>
    <w:rsid w:val="00305C92"/>
    <w:rsid w:val="003151C5"/>
    <w:rsid w:val="00323CB9"/>
    <w:rsid w:val="00331C11"/>
    <w:rsid w:val="00333750"/>
    <w:rsid w:val="003343CF"/>
    <w:rsid w:val="00346FE9"/>
    <w:rsid w:val="0034759A"/>
    <w:rsid w:val="003503F6"/>
    <w:rsid w:val="003530DD"/>
    <w:rsid w:val="00363F78"/>
    <w:rsid w:val="0037594C"/>
    <w:rsid w:val="003961D0"/>
    <w:rsid w:val="003A0A5B"/>
    <w:rsid w:val="003A1176"/>
    <w:rsid w:val="003C030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A7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AB2"/>
    <w:rsid w:val="004F09B8"/>
    <w:rsid w:val="004F1551"/>
    <w:rsid w:val="004F55A3"/>
    <w:rsid w:val="0050496F"/>
    <w:rsid w:val="005136C5"/>
    <w:rsid w:val="00513B6F"/>
    <w:rsid w:val="00517C63"/>
    <w:rsid w:val="00526A73"/>
    <w:rsid w:val="0053038B"/>
    <w:rsid w:val="0053557E"/>
    <w:rsid w:val="005363C4"/>
    <w:rsid w:val="00536BDE"/>
    <w:rsid w:val="00543ACC"/>
    <w:rsid w:val="00543C23"/>
    <w:rsid w:val="0056696D"/>
    <w:rsid w:val="0059484D"/>
    <w:rsid w:val="005A0855"/>
    <w:rsid w:val="005A3196"/>
    <w:rsid w:val="005C080F"/>
    <w:rsid w:val="005C55E5"/>
    <w:rsid w:val="005C696A"/>
    <w:rsid w:val="005D1E7B"/>
    <w:rsid w:val="005E6E85"/>
    <w:rsid w:val="005F31D2"/>
    <w:rsid w:val="0061029B"/>
    <w:rsid w:val="0061416B"/>
    <w:rsid w:val="00617230"/>
    <w:rsid w:val="00621CE1"/>
    <w:rsid w:val="00625AF6"/>
    <w:rsid w:val="00627A19"/>
    <w:rsid w:val="00627FC9"/>
    <w:rsid w:val="006428FE"/>
    <w:rsid w:val="00647FA8"/>
    <w:rsid w:val="00650C5F"/>
    <w:rsid w:val="00654934"/>
    <w:rsid w:val="006558C6"/>
    <w:rsid w:val="006620D9"/>
    <w:rsid w:val="00671958"/>
    <w:rsid w:val="00675843"/>
    <w:rsid w:val="00675E8B"/>
    <w:rsid w:val="00696477"/>
    <w:rsid w:val="006B758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0F4"/>
    <w:rsid w:val="00763BF1"/>
    <w:rsid w:val="00766FD4"/>
    <w:rsid w:val="0078168C"/>
    <w:rsid w:val="00787C2A"/>
    <w:rsid w:val="00790E27"/>
    <w:rsid w:val="00794537"/>
    <w:rsid w:val="007A4022"/>
    <w:rsid w:val="007A5EE9"/>
    <w:rsid w:val="007A6E6E"/>
    <w:rsid w:val="007C3299"/>
    <w:rsid w:val="007C3BCC"/>
    <w:rsid w:val="007C4546"/>
    <w:rsid w:val="007D6E56"/>
    <w:rsid w:val="007F4155"/>
    <w:rsid w:val="00801EEE"/>
    <w:rsid w:val="0080568B"/>
    <w:rsid w:val="0081554D"/>
    <w:rsid w:val="0081707E"/>
    <w:rsid w:val="008449B3"/>
    <w:rsid w:val="008545B6"/>
    <w:rsid w:val="0085747A"/>
    <w:rsid w:val="00882BBB"/>
    <w:rsid w:val="00884922"/>
    <w:rsid w:val="00885F64"/>
    <w:rsid w:val="008917F9"/>
    <w:rsid w:val="008A45F7"/>
    <w:rsid w:val="008B504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87B"/>
    <w:rsid w:val="00997F14"/>
    <w:rsid w:val="009A4890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06FB"/>
    <w:rsid w:val="00A2245B"/>
    <w:rsid w:val="00A30110"/>
    <w:rsid w:val="00A36899"/>
    <w:rsid w:val="00A371F6"/>
    <w:rsid w:val="00A43BF6"/>
    <w:rsid w:val="00A479CA"/>
    <w:rsid w:val="00A53FA5"/>
    <w:rsid w:val="00A54817"/>
    <w:rsid w:val="00A601C8"/>
    <w:rsid w:val="00A60799"/>
    <w:rsid w:val="00A84C85"/>
    <w:rsid w:val="00A97DE1"/>
    <w:rsid w:val="00AB053C"/>
    <w:rsid w:val="00AD068D"/>
    <w:rsid w:val="00AD1146"/>
    <w:rsid w:val="00AD27D3"/>
    <w:rsid w:val="00AD66D6"/>
    <w:rsid w:val="00AE1160"/>
    <w:rsid w:val="00AE203C"/>
    <w:rsid w:val="00AE2E74"/>
    <w:rsid w:val="00AE5FCB"/>
    <w:rsid w:val="00AF2C1E"/>
    <w:rsid w:val="00B0509F"/>
    <w:rsid w:val="00B05539"/>
    <w:rsid w:val="00B06142"/>
    <w:rsid w:val="00B135B1"/>
    <w:rsid w:val="00B3130B"/>
    <w:rsid w:val="00B330B9"/>
    <w:rsid w:val="00B40ADB"/>
    <w:rsid w:val="00B43B77"/>
    <w:rsid w:val="00B43E80"/>
    <w:rsid w:val="00B55EBD"/>
    <w:rsid w:val="00B607DB"/>
    <w:rsid w:val="00B66529"/>
    <w:rsid w:val="00B67AE5"/>
    <w:rsid w:val="00B738F9"/>
    <w:rsid w:val="00B75946"/>
    <w:rsid w:val="00B8056E"/>
    <w:rsid w:val="00B819C8"/>
    <w:rsid w:val="00B82308"/>
    <w:rsid w:val="00B85B67"/>
    <w:rsid w:val="00B90885"/>
    <w:rsid w:val="00BB520A"/>
    <w:rsid w:val="00BD3869"/>
    <w:rsid w:val="00BD66E9"/>
    <w:rsid w:val="00BD6FF4"/>
    <w:rsid w:val="00BE4293"/>
    <w:rsid w:val="00BE5AC8"/>
    <w:rsid w:val="00BF2842"/>
    <w:rsid w:val="00BF2C41"/>
    <w:rsid w:val="00C058B4"/>
    <w:rsid w:val="00C05F44"/>
    <w:rsid w:val="00C11E82"/>
    <w:rsid w:val="00C131B5"/>
    <w:rsid w:val="00C16ABF"/>
    <w:rsid w:val="00C170AE"/>
    <w:rsid w:val="00C21AFB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B13"/>
    <w:rsid w:val="00CA2B96"/>
    <w:rsid w:val="00CA5089"/>
    <w:rsid w:val="00CD39AC"/>
    <w:rsid w:val="00CD6897"/>
    <w:rsid w:val="00CE5BAC"/>
    <w:rsid w:val="00CF25BE"/>
    <w:rsid w:val="00CF78ED"/>
    <w:rsid w:val="00D02B25"/>
    <w:rsid w:val="00D02EBA"/>
    <w:rsid w:val="00D1466C"/>
    <w:rsid w:val="00D17C3C"/>
    <w:rsid w:val="00D26B2C"/>
    <w:rsid w:val="00D352C9"/>
    <w:rsid w:val="00D425B2"/>
    <w:rsid w:val="00D428D6"/>
    <w:rsid w:val="00D520ED"/>
    <w:rsid w:val="00D552B2"/>
    <w:rsid w:val="00D608D1"/>
    <w:rsid w:val="00D74119"/>
    <w:rsid w:val="00D8075B"/>
    <w:rsid w:val="00D8678B"/>
    <w:rsid w:val="00D86F4B"/>
    <w:rsid w:val="00DA2114"/>
    <w:rsid w:val="00DC31FD"/>
    <w:rsid w:val="00DC7DE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6B7"/>
    <w:rsid w:val="00E63348"/>
    <w:rsid w:val="00E77E88"/>
    <w:rsid w:val="00E80C3C"/>
    <w:rsid w:val="00E8107D"/>
    <w:rsid w:val="00E92AE5"/>
    <w:rsid w:val="00E9547F"/>
    <w:rsid w:val="00E960BB"/>
    <w:rsid w:val="00EA2074"/>
    <w:rsid w:val="00EA4832"/>
    <w:rsid w:val="00EA4E9D"/>
    <w:rsid w:val="00EC4899"/>
    <w:rsid w:val="00ED03AB"/>
    <w:rsid w:val="00ED32D2"/>
    <w:rsid w:val="00EE32DE"/>
    <w:rsid w:val="00EE36E3"/>
    <w:rsid w:val="00EE5457"/>
    <w:rsid w:val="00EF5FF3"/>
    <w:rsid w:val="00F070AB"/>
    <w:rsid w:val="00F17567"/>
    <w:rsid w:val="00F179E3"/>
    <w:rsid w:val="00F22395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84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AFC74"/>
  <w15:docId w15:val="{2168581B-41AD-4C4D-96C7-AFC592C6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09A2F-8E41-42AD-92CA-81A3D072D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2032</Words>
  <Characters>12197</Characters>
  <Application>Microsoft Office Word</Application>
  <DocSecurity>0</DocSecurity>
  <Lines>101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2020-02-24T12:59:00Z</dcterms:created>
  <dcterms:modified xsi:type="dcterms:W3CDTF">2023-10-27T07:47:00Z</dcterms:modified>
</cp:coreProperties>
</file>